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4223D" w:rsidR="006E5D65" w:rsidP="02A2DBAD" w:rsidRDefault="00997F14" w14:paraId="334815AC" w14:textId="11EFCF8E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02A2DBAD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2A2DBAD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02A2DBAD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02A2DBAD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02A2DBAD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02A2DBAD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02A2DBAD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02A2DBAD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02A2DBAD" w:rsidR="00F17567">
        <w:rPr>
          <w:rFonts w:ascii="Corbel" w:hAnsi="Corbel"/>
          <w:i w:val="1"/>
          <w:iCs w:val="1"/>
          <w:sz w:val="24"/>
          <w:szCs w:val="24"/>
        </w:rPr>
        <w:t>12/2019</w:t>
      </w:r>
    </w:p>
    <w:p w:rsidRPr="00F4223D" w:rsidR="0085747A" w:rsidP="009C54AE" w:rsidRDefault="0085747A" w14:paraId="6F74390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4223D">
        <w:rPr>
          <w:rFonts w:ascii="Corbel" w:hAnsi="Corbel"/>
          <w:b/>
          <w:smallCaps/>
          <w:sz w:val="24"/>
          <w:szCs w:val="24"/>
        </w:rPr>
        <w:t>SYLABUS</w:t>
      </w:r>
    </w:p>
    <w:p w:rsidRPr="00F4223D" w:rsidR="0085747A" w:rsidP="00EA4832" w:rsidRDefault="0071620A" w14:paraId="58BBCD2E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4223D">
        <w:rPr>
          <w:rFonts w:ascii="Corbel" w:hAnsi="Corbel"/>
          <w:b/>
          <w:smallCaps/>
          <w:sz w:val="24"/>
          <w:szCs w:val="24"/>
        </w:rPr>
        <w:t>dotyczy cyklu kształcenia</w:t>
      </w:r>
      <w:r w:rsidRPr="00F4223D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F4223D" w:rsidR="00296739">
        <w:rPr>
          <w:rFonts w:ascii="Corbel" w:hAnsi="Corbel"/>
          <w:i/>
          <w:smallCaps/>
          <w:sz w:val="24"/>
          <w:szCs w:val="24"/>
        </w:rPr>
        <w:t>20</w:t>
      </w:r>
      <w:r w:rsidR="004C68C2">
        <w:rPr>
          <w:rFonts w:ascii="Corbel" w:hAnsi="Corbel"/>
          <w:i/>
          <w:smallCaps/>
          <w:sz w:val="24"/>
          <w:szCs w:val="24"/>
        </w:rPr>
        <w:t>2</w:t>
      </w:r>
      <w:r w:rsidR="00796C90">
        <w:rPr>
          <w:rFonts w:ascii="Corbel" w:hAnsi="Corbel"/>
          <w:i/>
          <w:smallCaps/>
          <w:sz w:val="24"/>
          <w:szCs w:val="24"/>
        </w:rPr>
        <w:t>2</w:t>
      </w:r>
      <w:r w:rsidR="004C68C2">
        <w:rPr>
          <w:rFonts w:ascii="Corbel" w:hAnsi="Corbel"/>
          <w:i/>
          <w:smallCaps/>
          <w:sz w:val="24"/>
          <w:szCs w:val="24"/>
        </w:rPr>
        <w:t>/202</w:t>
      </w:r>
      <w:r w:rsidR="00796C90">
        <w:rPr>
          <w:rFonts w:ascii="Corbel" w:hAnsi="Corbel"/>
          <w:i/>
          <w:smallCaps/>
          <w:sz w:val="24"/>
          <w:szCs w:val="24"/>
        </w:rPr>
        <w:t>3</w:t>
      </w:r>
      <w:r w:rsidR="004C68C2">
        <w:rPr>
          <w:rFonts w:ascii="Corbel" w:hAnsi="Corbel"/>
          <w:i/>
          <w:smallCaps/>
          <w:sz w:val="24"/>
          <w:szCs w:val="24"/>
        </w:rPr>
        <w:t>-202</w:t>
      </w:r>
      <w:r w:rsidR="00796C90">
        <w:rPr>
          <w:rFonts w:ascii="Corbel" w:hAnsi="Corbel"/>
          <w:i/>
          <w:smallCaps/>
          <w:sz w:val="24"/>
          <w:szCs w:val="24"/>
        </w:rPr>
        <w:t>3</w:t>
      </w:r>
      <w:r w:rsidR="004C68C2">
        <w:rPr>
          <w:rFonts w:ascii="Corbel" w:hAnsi="Corbel"/>
          <w:i/>
          <w:smallCaps/>
          <w:sz w:val="24"/>
          <w:szCs w:val="24"/>
        </w:rPr>
        <w:t>/202</w:t>
      </w:r>
      <w:r w:rsidR="00796C90">
        <w:rPr>
          <w:rFonts w:ascii="Corbel" w:hAnsi="Corbel"/>
          <w:i/>
          <w:smallCaps/>
          <w:sz w:val="24"/>
          <w:szCs w:val="24"/>
        </w:rPr>
        <w:t>4</w:t>
      </w:r>
    </w:p>
    <w:p w:rsidRPr="00F4223D" w:rsidR="0085747A" w:rsidP="00EA4832" w:rsidRDefault="00EA4832" w14:paraId="37BB3441" w14:textId="6DC3F5D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2A2DBAD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2A2DBAD" w:rsidR="0085747A">
        <w:rPr>
          <w:rFonts w:ascii="Corbel" w:hAnsi="Corbel"/>
          <w:i w:val="1"/>
          <w:iCs w:val="1"/>
          <w:sz w:val="24"/>
          <w:szCs w:val="24"/>
        </w:rPr>
        <w:t>(skrajne daty</w:t>
      </w:r>
      <w:r w:rsidRPr="02A2DBAD" w:rsidR="0085747A">
        <w:rPr>
          <w:rFonts w:ascii="Corbel" w:hAnsi="Corbel"/>
          <w:sz w:val="24"/>
          <w:szCs w:val="24"/>
        </w:rPr>
        <w:t>)</w:t>
      </w:r>
    </w:p>
    <w:p w:rsidRPr="00F4223D" w:rsidR="0085747A" w:rsidP="00D52555" w:rsidRDefault="00445970" w14:paraId="0EEF1065" w14:textId="13CF11B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ab/>
      </w:r>
      <w:r w:rsidRPr="00F4223D">
        <w:rPr>
          <w:rFonts w:ascii="Corbel" w:hAnsi="Corbel"/>
          <w:sz w:val="24"/>
          <w:szCs w:val="24"/>
        </w:rPr>
        <w:tab/>
      </w:r>
      <w:r w:rsidRPr="00F4223D">
        <w:rPr>
          <w:rFonts w:ascii="Corbel" w:hAnsi="Corbel"/>
          <w:sz w:val="24"/>
          <w:szCs w:val="24"/>
        </w:rPr>
        <w:tab/>
      </w:r>
      <w:r w:rsidRPr="00F4223D">
        <w:rPr>
          <w:rFonts w:ascii="Corbel" w:hAnsi="Corbel"/>
          <w:sz w:val="24"/>
          <w:szCs w:val="24"/>
        </w:rPr>
        <w:tab/>
      </w:r>
      <w:r w:rsidRPr="00F4223D" w:rsidR="00445970">
        <w:rPr>
          <w:rFonts w:ascii="Corbel" w:hAnsi="Corbel"/>
          <w:sz w:val="24"/>
          <w:szCs w:val="24"/>
        </w:rPr>
        <w:t xml:space="preserve">Rok </w:t>
      </w:r>
      <w:r w:rsidRPr="00F4223D" w:rsidR="00445970">
        <w:rPr>
          <w:rFonts w:ascii="Corbel" w:hAnsi="Corbel"/>
          <w:sz w:val="24"/>
          <w:szCs w:val="24"/>
        </w:rPr>
        <w:t xml:space="preserve">akademicki </w:t>
      </w:r>
      <w:r w:rsidRPr="007268AD" w:rsidR="00D52555">
        <w:rPr>
          <w:rFonts w:ascii="Corbel" w:hAnsi="Corbel"/>
          <w:sz w:val="24"/>
          <w:szCs w:val="24"/>
        </w:rPr>
        <w:t>202</w:t>
      </w:r>
      <w:r w:rsidR="00D52555">
        <w:rPr>
          <w:rFonts w:ascii="Corbel" w:hAnsi="Corbel"/>
          <w:sz w:val="24"/>
          <w:szCs w:val="24"/>
        </w:rPr>
        <w:t>3</w:t>
      </w:r>
      <w:r w:rsidRPr="007268AD" w:rsidR="00D52555">
        <w:rPr>
          <w:rFonts w:ascii="Corbel" w:hAnsi="Corbel"/>
          <w:sz w:val="24"/>
          <w:szCs w:val="24"/>
        </w:rPr>
        <w:t>/202</w:t>
      </w:r>
      <w:r w:rsidR="00D52555">
        <w:rPr>
          <w:rFonts w:ascii="Corbel" w:hAnsi="Corbel"/>
          <w:sz w:val="24"/>
          <w:szCs w:val="24"/>
        </w:rPr>
        <w:t>4</w:t>
      </w:r>
    </w:p>
    <w:p w:rsidR="02A2DBAD" w:rsidP="02A2DBAD" w:rsidRDefault="02A2DBAD" w14:paraId="3F3F5E80" w14:textId="5EDCAD8A">
      <w:pPr>
        <w:pStyle w:val="Normalny"/>
        <w:spacing w:after="0" w:line="240" w:lineRule="exact"/>
        <w:jc w:val="both"/>
        <w:rPr>
          <w:rFonts w:ascii="Calibri" w:hAnsi="Calibri" w:eastAsia="Calibri" w:cs="Times New Roman"/>
          <w:sz w:val="22"/>
          <w:szCs w:val="22"/>
        </w:rPr>
      </w:pPr>
    </w:p>
    <w:p w:rsidRPr="00F4223D" w:rsidR="0085747A" w:rsidP="009C54AE" w:rsidRDefault="0071620A" w14:paraId="0454B07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4223D">
        <w:rPr>
          <w:rFonts w:ascii="Corbel" w:hAnsi="Corbel"/>
          <w:szCs w:val="24"/>
        </w:rPr>
        <w:t xml:space="preserve">1. </w:t>
      </w:r>
      <w:r w:rsidRPr="00F4223D" w:rsidR="0085747A">
        <w:rPr>
          <w:rFonts w:ascii="Corbel" w:hAnsi="Corbel"/>
          <w:szCs w:val="24"/>
        </w:rPr>
        <w:t xml:space="preserve">Podstawowe </w:t>
      </w:r>
      <w:r w:rsidRPr="00F4223D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F4223D" w:rsidR="0085747A" w:rsidTr="21E64D52" w14:paraId="4AEDFE38" w14:textId="77777777">
        <w:tc>
          <w:tcPr>
            <w:tcW w:w="2694" w:type="dxa"/>
            <w:tcMar/>
            <w:vAlign w:val="center"/>
          </w:tcPr>
          <w:p w:rsidRPr="00F4223D" w:rsidR="0085747A" w:rsidP="009C54AE" w:rsidRDefault="00C05F44" w14:paraId="40015F9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F4223D" w:rsidR="0085747A" w:rsidP="02A2DBAD" w:rsidRDefault="00DB20EF" w14:paraId="0FBC6EA9" w14:textId="2BBE904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2A2DBAD" w:rsidR="00DB20EF">
              <w:rPr>
                <w:rFonts w:ascii="Corbel" w:hAnsi="Corbel"/>
                <w:b w:val="1"/>
                <w:bCs w:val="1"/>
                <w:sz w:val="24"/>
                <w:szCs w:val="24"/>
              </w:rPr>
              <w:t>Odpowiedzialność w systemie administracji publicznej</w:t>
            </w:r>
          </w:p>
        </w:tc>
      </w:tr>
      <w:tr w:rsidRPr="00F4223D" w:rsidR="00A60D8A" w:rsidTr="21E64D52" w14:paraId="558C079B" w14:textId="77777777">
        <w:tc>
          <w:tcPr>
            <w:tcW w:w="2694" w:type="dxa"/>
            <w:tcMar/>
            <w:vAlign w:val="center"/>
          </w:tcPr>
          <w:p w:rsidRPr="00F4223D" w:rsidR="00A60D8A" w:rsidP="00A60D8A" w:rsidRDefault="00A60D8A" w14:paraId="273E865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F4223D" w:rsidR="00A60D8A" w:rsidP="00A60D8A" w:rsidRDefault="008116D3" w14:paraId="24B52CF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16D3">
              <w:rPr>
                <w:rFonts w:ascii="Corbel" w:hAnsi="Corbel"/>
                <w:b w:val="0"/>
                <w:sz w:val="24"/>
                <w:szCs w:val="24"/>
              </w:rPr>
              <w:t>A2SO50</w:t>
            </w:r>
          </w:p>
        </w:tc>
      </w:tr>
      <w:tr w:rsidRPr="00F4223D" w:rsidR="00D52555" w:rsidTr="21E64D52" w14:paraId="15D66CCE" w14:textId="77777777">
        <w:tc>
          <w:tcPr>
            <w:tcW w:w="2694" w:type="dxa"/>
            <w:tcMar/>
            <w:vAlign w:val="center"/>
          </w:tcPr>
          <w:p w:rsidRPr="00F4223D" w:rsidR="00D52555" w:rsidP="00D52555" w:rsidRDefault="00D52555" w14:paraId="780C9E6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F4223D" w:rsidR="00D52555" w:rsidP="02A2DBAD" w:rsidRDefault="00D52555" w14:paraId="172587C6" w14:textId="691EB91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2A2DBAD" w:rsidR="00D52555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F4223D" w:rsidR="00D52555" w:rsidTr="21E64D52" w14:paraId="43C0961F" w14:textId="77777777">
        <w:tc>
          <w:tcPr>
            <w:tcW w:w="2694" w:type="dxa"/>
            <w:tcMar/>
            <w:vAlign w:val="center"/>
          </w:tcPr>
          <w:p w:rsidRPr="00F4223D" w:rsidR="00D52555" w:rsidP="00D52555" w:rsidRDefault="00D52555" w14:paraId="5E18E5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F4223D" w:rsidR="00D52555" w:rsidP="02A2DBAD" w:rsidRDefault="00D52555" w14:paraId="7C221D07" w14:textId="013FC16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2A2DBAD" w:rsidR="3E2623C3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02A2DBAD" w:rsidR="00D52555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Zakład Nauki o Administracji </w:t>
            </w:r>
          </w:p>
        </w:tc>
      </w:tr>
      <w:tr w:rsidRPr="00F4223D" w:rsidR="00177C0C" w:rsidTr="21E64D52" w14:paraId="0ED7F159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4E4BF16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7C65F1" w14:paraId="5279344B" w14:textId="33EE2F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F4223D" w:rsidR="00177C0C">
              <w:rPr>
                <w:rFonts w:ascii="Corbel" w:hAnsi="Corbel"/>
                <w:b w:val="0"/>
                <w:sz w:val="24"/>
                <w:szCs w:val="24"/>
              </w:rPr>
              <w:t>dministracja</w:t>
            </w:r>
          </w:p>
        </w:tc>
      </w:tr>
      <w:tr w:rsidRPr="00F4223D" w:rsidR="00177C0C" w:rsidTr="21E64D52" w14:paraId="2AEF98AC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0D529D7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4C68C2" w:rsidRDefault="00177C0C" w14:paraId="3570295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C68C2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F4223D" w:rsidR="00177C0C" w:rsidTr="21E64D52" w14:paraId="14D0D951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44C0C7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796C90" w14:paraId="32B9968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F4223D" w:rsidR="00177C0C" w:rsidTr="21E64D52" w14:paraId="757D289D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2B2DC0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424890" w14:paraId="15338B8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F4223D" w:rsidR="00177C0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F4223D" w:rsidR="00177C0C" w:rsidTr="21E64D52" w14:paraId="03277161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5D8BF6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8116D3" w:rsidR="00177C0C" w:rsidP="02A2DBAD" w:rsidRDefault="004C68C2" w14:paraId="5D6B945C" w14:textId="43B7CB0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  <w:highlight w:val="yellow"/>
              </w:rPr>
            </w:pPr>
            <w:r w:rsidRPr="02A2DBAD" w:rsidR="004C68C2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Pr="02A2DBAD" w:rsidR="276B121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02A2DBAD" w:rsidR="004C68C2">
              <w:rPr>
                <w:rFonts w:ascii="Corbel" w:hAnsi="Corbel"/>
                <w:b w:val="0"/>
                <w:bCs w:val="0"/>
                <w:sz w:val="24"/>
                <w:szCs w:val="24"/>
              </w:rPr>
              <w:t>IV</w:t>
            </w:r>
          </w:p>
        </w:tc>
      </w:tr>
      <w:tr w:rsidRPr="00F4223D" w:rsidR="00177C0C" w:rsidTr="21E64D52" w14:paraId="2C15FA49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1B3555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8116D3" w:rsidR="00177C0C" w:rsidP="21E64D52" w:rsidRDefault="004C68C2" w14:paraId="681FEEB8" w14:textId="02212AC9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21E64D52" w:rsidR="4F7AF1BF">
              <w:rPr>
                <w:rFonts w:ascii="Corbel" w:hAnsi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Pr="00F4223D" w:rsidR="00177C0C" w:rsidTr="21E64D52" w14:paraId="64D710E3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622F9C8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796C90" w14:paraId="579406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F4223D" w:rsidR="0099249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F4223D" w:rsidR="0062776A" w:rsidTr="21E64D52" w14:paraId="6D97CBFD" w14:textId="77777777">
        <w:tc>
          <w:tcPr>
            <w:tcW w:w="2694" w:type="dxa"/>
            <w:tcMar/>
            <w:vAlign w:val="center"/>
          </w:tcPr>
          <w:p w:rsidRPr="00F4223D" w:rsidR="0062776A" w:rsidP="0062776A" w:rsidRDefault="0062776A" w14:paraId="29AFC9C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F4223D" w:rsidR="0062776A" w:rsidP="0062776A" w:rsidRDefault="0062776A" w14:paraId="57DDA88B" w14:textId="55D7B3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Łukaszuk</w:t>
            </w:r>
          </w:p>
        </w:tc>
      </w:tr>
      <w:tr w:rsidRPr="00F4223D" w:rsidR="0062776A" w:rsidTr="21E64D52" w14:paraId="0AA265D4" w14:textId="77777777">
        <w:tc>
          <w:tcPr>
            <w:tcW w:w="2694" w:type="dxa"/>
            <w:tcMar/>
            <w:vAlign w:val="center"/>
          </w:tcPr>
          <w:p w:rsidRPr="00F4223D" w:rsidR="0062776A" w:rsidP="0062776A" w:rsidRDefault="0062776A" w14:paraId="73798D8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F4223D" w:rsidR="0062776A" w:rsidP="02A2DBAD" w:rsidRDefault="0062776A" w14:paraId="1937BEE0" w14:textId="09DED66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2A2DBAD" w:rsidR="0062776A">
              <w:rPr>
                <w:rFonts w:ascii="Corbel" w:hAnsi="Corbel"/>
                <w:b w:val="0"/>
                <w:bCs w:val="0"/>
                <w:sz w:val="24"/>
                <w:szCs w:val="24"/>
              </w:rPr>
              <w:t>dr Anna Łukaszuk</w:t>
            </w:r>
          </w:p>
        </w:tc>
      </w:tr>
    </w:tbl>
    <w:p w:rsidRPr="00F4223D" w:rsidR="0085747A" w:rsidP="009C54AE" w:rsidRDefault="0085747A" w14:paraId="1329305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 xml:space="preserve">* </w:t>
      </w:r>
      <w:r w:rsidRPr="00F4223D">
        <w:rPr>
          <w:rFonts w:ascii="Corbel" w:hAnsi="Corbel"/>
          <w:i/>
          <w:sz w:val="24"/>
          <w:szCs w:val="24"/>
        </w:rPr>
        <w:t>-</w:t>
      </w:r>
      <w:r w:rsidRPr="00F4223D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F4223D" w:rsidR="00B90885">
        <w:rPr>
          <w:rFonts w:ascii="Corbel" w:hAnsi="Corbel"/>
          <w:b w:val="0"/>
          <w:sz w:val="24"/>
          <w:szCs w:val="24"/>
        </w:rPr>
        <w:t>e,</w:t>
      </w:r>
      <w:r w:rsidRPr="00F4223D">
        <w:rPr>
          <w:rFonts w:ascii="Corbel" w:hAnsi="Corbel"/>
          <w:i/>
          <w:sz w:val="24"/>
          <w:szCs w:val="24"/>
        </w:rPr>
        <w:t xml:space="preserve"> </w:t>
      </w:r>
      <w:r w:rsidRPr="00F4223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F4223D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F4223D" w:rsidR="00923D7D" w:rsidP="009C54AE" w:rsidRDefault="00923D7D" w14:paraId="2E2F2CA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F4223D" w:rsidR="0085747A" w:rsidP="009C54AE" w:rsidRDefault="0085747A" w14:paraId="62D1CAD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>1.</w:t>
      </w:r>
      <w:r w:rsidRPr="00F4223D" w:rsidR="00E22FBC">
        <w:rPr>
          <w:rFonts w:ascii="Corbel" w:hAnsi="Corbel"/>
          <w:sz w:val="24"/>
          <w:szCs w:val="24"/>
        </w:rPr>
        <w:t>1</w:t>
      </w:r>
      <w:r w:rsidRPr="00F4223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F4223D" w:rsidR="00923D7D" w:rsidP="009C54AE" w:rsidRDefault="00923D7D" w14:paraId="255FFD8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05"/>
        <w:gridCol w:w="870"/>
        <w:gridCol w:w="795"/>
        <w:gridCol w:w="915"/>
        <w:gridCol w:w="765"/>
        <w:gridCol w:w="795"/>
        <w:gridCol w:w="630"/>
        <w:gridCol w:w="960"/>
        <w:gridCol w:w="1088"/>
        <w:gridCol w:w="1505"/>
      </w:tblGrid>
      <w:tr w:rsidRPr="00F4223D" w:rsidR="00015B8F" w:rsidTr="02A2DBAD" w14:paraId="659E800D" w14:textId="77777777"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015B8F" w:rsidP="009C54AE" w:rsidRDefault="00015B8F" w14:paraId="6E8D6F2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Semestr</w:t>
            </w:r>
          </w:p>
          <w:p w:rsidRPr="00F4223D" w:rsidR="00015B8F" w:rsidP="009C54AE" w:rsidRDefault="002B5EA0" w14:paraId="42EDAF2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(</w:t>
            </w:r>
            <w:r w:rsidRPr="00F4223D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3364C3A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3BB3CE9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7C0A462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313266A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7599649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18B4F71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7177AEC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1778F3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1620064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4223D">
              <w:rPr>
                <w:rFonts w:ascii="Corbel" w:hAnsi="Corbel"/>
                <w:b/>
                <w:szCs w:val="24"/>
              </w:rPr>
              <w:t>Liczba pkt</w:t>
            </w:r>
            <w:r w:rsidRPr="00F4223D" w:rsidR="00B90885">
              <w:rPr>
                <w:rFonts w:ascii="Corbel" w:hAnsi="Corbel"/>
                <w:b/>
                <w:szCs w:val="24"/>
              </w:rPr>
              <w:t>.</w:t>
            </w:r>
            <w:r w:rsidRPr="00F4223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F4223D" w:rsidR="00015B8F" w:rsidTr="02A2DBAD" w14:paraId="1FB13AF6" w14:textId="77777777">
        <w:trPr>
          <w:trHeight w:val="453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015B8F" w:rsidP="009C54AE" w:rsidRDefault="0062776A" w14:paraId="0CA368E3" w14:textId="1CF68D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E9646B" w14:paraId="73FB9119" w14:textId="0F1B91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2A2DBAD" w:rsidR="00E9646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14FA549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628CA72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48F4A19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6BE8CAD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5CBA8C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7BBC118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78F8FD7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E9646B" w14:paraId="0320E30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F4223D" w:rsidR="00923D7D" w:rsidP="00BE6755" w:rsidRDefault="00923D7D" w14:paraId="6D2FBF8A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F4223D" w:rsidR="0085747A" w:rsidP="00F83B28" w:rsidRDefault="0085747A" w14:paraId="5BD40F9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>1.</w:t>
      </w:r>
      <w:r w:rsidRPr="00F4223D" w:rsidR="00E22FBC">
        <w:rPr>
          <w:rFonts w:ascii="Corbel" w:hAnsi="Corbel"/>
          <w:smallCaps w:val="0"/>
          <w:szCs w:val="24"/>
        </w:rPr>
        <w:t>2</w:t>
      </w:r>
      <w:r w:rsidRPr="00F4223D" w:rsidR="00F83B28">
        <w:rPr>
          <w:rFonts w:ascii="Corbel" w:hAnsi="Corbel"/>
          <w:smallCaps w:val="0"/>
          <w:szCs w:val="24"/>
        </w:rPr>
        <w:t>.</w:t>
      </w:r>
      <w:r w:rsidRPr="00F4223D" w:rsidR="00F83B28">
        <w:rPr>
          <w:rFonts w:ascii="Corbel" w:hAnsi="Corbel"/>
          <w:smallCaps w:val="0"/>
          <w:szCs w:val="24"/>
        </w:rPr>
        <w:tab/>
      </w:r>
      <w:r w:rsidRPr="00F4223D">
        <w:rPr>
          <w:rFonts w:ascii="Corbel" w:hAnsi="Corbel"/>
          <w:smallCaps w:val="0"/>
          <w:szCs w:val="24"/>
        </w:rPr>
        <w:t xml:space="preserve">Sposób realizacji zajęć  </w:t>
      </w:r>
    </w:p>
    <w:p w:rsidRPr="00F4223D" w:rsidR="0085747A" w:rsidP="02A2DBAD" w:rsidRDefault="00177C0C" w14:paraId="7167C4E3" w14:textId="1B4A2315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02A2DBAD" w:rsidR="07F8F27E">
        <w:rPr>
          <w:rFonts w:ascii="Corbel" w:hAnsi="Corbel" w:eastAsia="MS Gothic" w:cs="Segoe UI Symbol"/>
          <w:b w:val="0"/>
          <w:bCs w:val="0"/>
        </w:rPr>
        <w:t xml:space="preserve">  </w:t>
      </w:r>
      <w:r w:rsidRPr="02A2DBAD" w:rsidR="00177C0C">
        <w:rPr>
          <w:rFonts w:ascii="Corbel" w:hAnsi="Corbel" w:eastAsia="MS Gothic" w:cs="Segoe UI Symbol"/>
          <w:b w:val="0"/>
          <w:bCs w:val="0"/>
        </w:rPr>
        <w:t>x</w:t>
      </w:r>
      <w:r w:rsidRPr="02A2DBAD" w:rsidR="0085747A">
        <w:rPr>
          <w:rFonts w:ascii="Corbel" w:hAnsi="Corbel"/>
          <w:b w:val="0"/>
          <w:bCs w:val="0"/>
          <w:caps w:val="0"/>
          <w:smallCaps w:val="0"/>
        </w:rPr>
        <w:t xml:space="preserve"> zajęcia w formie tradycyjnej </w:t>
      </w:r>
    </w:p>
    <w:p w:rsidRPr="003351FB" w:rsidR="0085747A" w:rsidP="0070058E" w:rsidRDefault="0070058E" w14:paraId="34F923EA" w14:textId="7777777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3351FB">
        <w:rPr>
          <w:rFonts w:hint="eastAsia" w:ascii="MS Gothic" w:hAnsi="MS Gothic" w:eastAsia="MS Gothic" w:cs="MS Gothic"/>
          <w:b w:val="0"/>
          <w:color w:val="000000" w:themeColor="text1"/>
          <w:szCs w:val="24"/>
        </w:rPr>
        <w:t>☐</w:t>
      </w:r>
      <w:r w:rsidRPr="003351FB" w:rsidR="0085747A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:rsidRPr="00C674D0" w:rsidR="0085747A" w:rsidP="009C54AE" w:rsidRDefault="0085747A" w14:paraId="54E38DC4" w14:textId="77777777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:rsidRPr="00F4223D" w:rsidR="00E22FBC" w:rsidP="00F83B28" w:rsidRDefault="00E22FBC" w14:paraId="38C2762A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1.3 </w:t>
      </w:r>
      <w:r w:rsidRPr="00F4223D" w:rsidR="00F83B28">
        <w:rPr>
          <w:rFonts w:ascii="Corbel" w:hAnsi="Corbel"/>
          <w:smallCaps w:val="0"/>
          <w:szCs w:val="24"/>
        </w:rPr>
        <w:tab/>
      </w:r>
      <w:r w:rsidRPr="00F4223D">
        <w:rPr>
          <w:rFonts w:ascii="Corbel" w:hAnsi="Corbel"/>
          <w:smallCaps w:val="0"/>
          <w:szCs w:val="24"/>
        </w:rPr>
        <w:t>For</w:t>
      </w:r>
      <w:r w:rsidRPr="00F4223D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F4223D">
        <w:rPr>
          <w:rFonts w:ascii="Corbel" w:hAnsi="Corbel"/>
          <w:smallCaps w:val="0"/>
          <w:szCs w:val="24"/>
        </w:rPr>
        <w:t xml:space="preserve"> (z toku) </w:t>
      </w:r>
      <w:r w:rsidRPr="00F4223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F4223D" w:rsidR="00177C0C" w:rsidP="009C54AE" w:rsidRDefault="00177C0C" w14:paraId="173BFA8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4223D" w:rsidR="009C54AE" w:rsidP="009C54AE" w:rsidRDefault="00E9646B" w14:paraId="7307F67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Egzamin </w:t>
      </w:r>
    </w:p>
    <w:p w:rsidRPr="00F4223D" w:rsidR="00E960BB" w:rsidP="009C54AE" w:rsidRDefault="00E960BB" w14:paraId="138848F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6E641C0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F4223D">
        <w:rPr>
          <w:rFonts w:ascii="Corbel" w:hAnsi="Corbel"/>
          <w:szCs w:val="24"/>
        </w:rPr>
        <w:t xml:space="preserve">2.Wymagania wstępne </w:t>
      </w:r>
    </w:p>
    <w:p w:rsidRPr="00F4223D" w:rsidR="00BE6755" w:rsidP="009C54AE" w:rsidRDefault="00BE6755" w14:paraId="1194DCEB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4223D" w:rsidR="0085747A" w:rsidTr="00745302" w14:paraId="6F452405" w14:textId="77777777">
        <w:tc>
          <w:tcPr>
            <w:tcW w:w="9670" w:type="dxa"/>
          </w:tcPr>
          <w:p w:rsidRPr="00F4223D" w:rsidR="0085747A" w:rsidP="00177C0C" w:rsidRDefault="00EB6F9A" w14:paraId="16EBCDDC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6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organizacji i zadań administracji publicznej</w:t>
            </w:r>
            <w:r w:rsidR="00D36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Pr="00F4223D" w:rsidR="00153C41" w:rsidP="009C54AE" w:rsidRDefault="00153C41" w14:paraId="4A83CF5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4223D" w:rsidR="0085747A" w:rsidP="02A2DBAD" w:rsidRDefault="0071620A" w14:paraId="3DB75D95" w14:textId="4A5979D2">
      <w:pPr>
        <w:pStyle w:val="Punktygwne"/>
        <w:spacing w:before="0" w:after="0"/>
        <w:rPr>
          <w:rFonts w:ascii="Corbel" w:hAnsi="Corbel"/>
        </w:rPr>
      </w:pPr>
      <w:r w:rsidRPr="02A2DBAD" w:rsidR="0071620A">
        <w:rPr>
          <w:rFonts w:ascii="Corbel" w:hAnsi="Corbel"/>
        </w:rPr>
        <w:t>3.</w:t>
      </w:r>
      <w:r w:rsidRPr="02A2DBAD" w:rsidR="0085747A">
        <w:rPr>
          <w:rFonts w:ascii="Corbel" w:hAnsi="Corbel"/>
        </w:rPr>
        <w:t xml:space="preserve"> </w:t>
      </w:r>
      <w:r w:rsidRPr="02A2DBAD" w:rsidR="00A84C85">
        <w:rPr>
          <w:rFonts w:ascii="Corbel" w:hAnsi="Corbel"/>
        </w:rPr>
        <w:t xml:space="preserve">cele, efekty uczenia </w:t>
      </w:r>
      <w:r w:rsidRPr="02A2DBAD" w:rsidR="00A84C85">
        <w:rPr>
          <w:rFonts w:ascii="Corbel" w:hAnsi="Corbel"/>
        </w:rPr>
        <w:t>się</w:t>
      </w:r>
      <w:r w:rsidRPr="02A2DBAD" w:rsidR="0085747A">
        <w:rPr>
          <w:rFonts w:ascii="Corbel" w:hAnsi="Corbel"/>
        </w:rPr>
        <w:t>,</w:t>
      </w:r>
      <w:r w:rsidRPr="02A2DBAD" w:rsidR="0085747A">
        <w:rPr>
          <w:rFonts w:ascii="Corbel" w:hAnsi="Corbel"/>
        </w:rPr>
        <w:t xml:space="preserve"> treści Programowe i stosowane metody Dydaktyczne</w:t>
      </w:r>
    </w:p>
    <w:p w:rsidRPr="00F4223D" w:rsidR="0085747A" w:rsidP="009C54AE" w:rsidRDefault="0085747A" w14:paraId="3E8DF07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4223D" w:rsidR="0085747A" w:rsidP="009C54AE" w:rsidRDefault="0071620A" w14:paraId="664E4504" w14:textId="77777777">
      <w:pPr>
        <w:pStyle w:val="Podpunkty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lastRenderedPageBreak/>
        <w:t xml:space="preserve">3.1 </w:t>
      </w:r>
      <w:r w:rsidRPr="00F4223D" w:rsidR="00C05F44">
        <w:rPr>
          <w:rFonts w:ascii="Corbel" w:hAnsi="Corbel"/>
          <w:sz w:val="24"/>
          <w:szCs w:val="24"/>
        </w:rPr>
        <w:t>Cele przedmiotu</w:t>
      </w:r>
    </w:p>
    <w:p w:rsidRPr="00F4223D" w:rsidR="00F83B28" w:rsidP="009C54AE" w:rsidRDefault="00F83B28" w14:paraId="63BA911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F4223D" w:rsidR="0085747A" w:rsidTr="00177C0C" w14:paraId="41F6FBBD" w14:textId="77777777">
        <w:tc>
          <w:tcPr>
            <w:tcW w:w="844" w:type="dxa"/>
            <w:vAlign w:val="center"/>
          </w:tcPr>
          <w:p w:rsidRPr="00F4223D" w:rsidR="0085747A" w:rsidP="009C54AE" w:rsidRDefault="0085747A" w14:paraId="075D8CC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F4223D" w:rsidR="000603A8" w:rsidP="00F27576" w:rsidRDefault="00B9370C" w14:paraId="2AEF861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65F0">
              <w:rPr>
                <w:rFonts w:ascii="Corbel" w:hAnsi="Corbel"/>
                <w:b w:val="0"/>
                <w:sz w:val="24"/>
                <w:szCs w:val="24"/>
              </w:rPr>
              <w:t xml:space="preserve">Celem przedmiotu jest przekazanie wiedzy na temat podstawowych założeń normatywnych związanych z odpowiedzialnością administracji publicznej, pojęciem i </w:t>
            </w:r>
            <w:r w:rsidR="00F27576">
              <w:rPr>
                <w:rFonts w:ascii="Corbel" w:hAnsi="Corbel"/>
                <w:b w:val="0"/>
                <w:sz w:val="24"/>
                <w:szCs w:val="24"/>
              </w:rPr>
              <w:t>rodzajami tej odpowiedzialności.</w:t>
            </w:r>
            <w:r w:rsidR="001F522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F4223D" w:rsidR="00177C0C" w:rsidTr="00177C0C" w14:paraId="2A5A3DFC" w14:textId="77777777">
        <w:tc>
          <w:tcPr>
            <w:tcW w:w="844" w:type="dxa"/>
            <w:vAlign w:val="center"/>
          </w:tcPr>
          <w:p w:rsidRPr="00F4223D" w:rsidR="00177C0C" w:rsidP="00177C0C" w:rsidRDefault="00177C0C" w14:paraId="3B24590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eastAsia="Calibri"/>
                <w:color w:val="000000"/>
                <w:sz w:val="24"/>
                <w:szCs w:val="24"/>
                <w:lang w:eastAsia="en-US"/>
              </w:rPr>
            </w:pPr>
            <w:r w:rsidRPr="00F4223D">
              <w:rPr>
                <w:rFonts w:ascii="Corbel" w:hAnsi="Corbel" w:eastAsia="Calibri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6" w:type="dxa"/>
            <w:vAlign w:val="center"/>
          </w:tcPr>
          <w:p w:rsidRPr="00F4223D" w:rsidR="00177C0C" w:rsidP="00F27576" w:rsidRDefault="00177C0C" w14:paraId="7C783370" w14:textId="77777777">
            <w:pPr>
              <w:pStyle w:val="Podpunkty"/>
              <w:spacing w:before="40" w:after="40"/>
              <w:ind w:left="0"/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F4223D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Celem przedmiotu jest również zdobycie </w:t>
            </w:r>
            <w:r w:rsidR="00F27576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wiedzy </w:t>
            </w:r>
            <w:r w:rsidRPr="00F4223D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przez </w:t>
            </w:r>
            <w:r w:rsidRPr="00F4223D" w:rsidR="00B355D6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s</w:t>
            </w:r>
            <w:r w:rsidRPr="00F4223D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tudenta </w:t>
            </w:r>
            <w:r w:rsidR="00F27576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z zakresu procedury</w:t>
            </w:r>
            <w:r w:rsidRPr="00F27576" w:rsidR="00F27576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dochodzenia odszkodowań z tytułu szkody powstałej wskutek legalnych działań, czy też niezgodnego z prawem działania lub zaniechania organu administracji publicznej</w:t>
            </w:r>
            <w:r w:rsidRPr="00F4223D" w:rsidR="00BC518A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. </w:t>
            </w:r>
          </w:p>
        </w:tc>
      </w:tr>
    </w:tbl>
    <w:p w:rsidRPr="00F4223D" w:rsidR="0085747A" w:rsidP="009C54AE" w:rsidRDefault="0085747A" w14:paraId="6308AE6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F4223D" w:rsidR="001D7B54" w:rsidP="009C54AE" w:rsidRDefault="009F4610" w14:paraId="5F17BF0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t xml:space="preserve">3.2 </w:t>
      </w:r>
      <w:r w:rsidRPr="00F4223D" w:rsidR="001D7B54">
        <w:rPr>
          <w:rFonts w:ascii="Corbel" w:hAnsi="Corbel"/>
          <w:b/>
          <w:sz w:val="24"/>
          <w:szCs w:val="24"/>
        </w:rPr>
        <w:t xml:space="preserve">Efekty </w:t>
      </w:r>
      <w:r w:rsidRPr="00F4223D" w:rsidR="00C05F44">
        <w:rPr>
          <w:rFonts w:ascii="Corbel" w:hAnsi="Corbel"/>
          <w:b/>
          <w:sz w:val="24"/>
          <w:szCs w:val="24"/>
        </w:rPr>
        <w:t xml:space="preserve">uczenia się </w:t>
      </w:r>
      <w:r w:rsidRPr="00F4223D" w:rsidR="001D7B54">
        <w:rPr>
          <w:rFonts w:ascii="Corbel" w:hAnsi="Corbel"/>
          <w:b/>
          <w:sz w:val="24"/>
          <w:szCs w:val="24"/>
        </w:rPr>
        <w:t>dla przedmiotu</w:t>
      </w:r>
      <w:r w:rsidRPr="00F4223D" w:rsidR="00445970">
        <w:rPr>
          <w:rFonts w:ascii="Corbel" w:hAnsi="Corbel"/>
          <w:sz w:val="24"/>
          <w:szCs w:val="24"/>
        </w:rPr>
        <w:t xml:space="preserve"> </w:t>
      </w:r>
    </w:p>
    <w:p w:rsidRPr="00F4223D" w:rsidR="001D7B54" w:rsidP="009C54AE" w:rsidRDefault="001D7B54" w14:paraId="2D080A9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F4223D" w:rsidR="0085747A" w:rsidTr="02A2DBAD" w14:paraId="145DA6A4" w14:textId="77777777">
        <w:tc>
          <w:tcPr>
            <w:tcW w:w="1681" w:type="dxa"/>
            <w:tcMar/>
            <w:vAlign w:val="center"/>
          </w:tcPr>
          <w:p w:rsidRPr="00F4223D" w:rsidR="0085747A" w:rsidP="009C54AE" w:rsidRDefault="0085747A" w14:paraId="288B32A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smallCaps w:val="0"/>
                <w:szCs w:val="24"/>
              </w:rPr>
              <w:t>EK</w:t>
            </w:r>
            <w:r w:rsidRPr="00F4223D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F4223D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F4223D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F4223D" w:rsidR="0085747A" w:rsidP="00C05F44" w:rsidRDefault="0085747A" w14:paraId="7F22E4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F4223D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F4223D" w:rsidR="0085747A" w:rsidP="00C05F44" w:rsidRDefault="0085747A" w14:paraId="78A2B09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4223D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F4223D" w:rsidR="00535449" w:rsidTr="02A2DBAD" w14:paraId="4F63402F" w14:textId="77777777">
        <w:tc>
          <w:tcPr>
            <w:tcW w:w="1681" w:type="dxa"/>
            <w:tcMar/>
          </w:tcPr>
          <w:p w:rsidRPr="00F4223D" w:rsidR="00535449" w:rsidP="00535449" w:rsidRDefault="00DD2831" w14:paraId="67CE98F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Mar/>
          </w:tcPr>
          <w:p w:rsidRPr="005A5CC7" w:rsidR="005A5CC7" w:rsidP="02A2DBAD" w:rsidRDefault="005A5CC7" w14:paraId="7BCE8508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2A2DBAD" w:rsidR="6A85CCD5">
              <w:rPr>
                <w:rFonts w:ascii="Corbel" w:hAnsi="Corbel"/>
                <w:b w:val="0"/>
                <w:bCs w:val="0"/>
                <w:caps w:val="0"/>
                <w:smallCaps w:val="0"/>
              </w:rPr>
              <w:t>Wykazuje się szczegółową wiedzą na temat struktur, instytucji i zasad działania organów administracji publicznej (krajowych, międzynarodowych i unijnych) i podmiotów administrujących, ich genezy i ewolucji oraz</w:t>
            </w:r>
          </w:p>
          <w:p w:rsidRPr="00F4223D" w:rsidR="00535449" w:rsidP="02A2DBAD" w:rsidRDefault="005A5CC7" w14:paraId="3CD26D2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2A2DBAD" w:rsidR="6A85CCD5">
              <w:rPr>
                <w:rFonts w:ascii="Corbel" w:hAnsi="Corbel"/>
                <w:b w:val="0"/>
                <w:bCs w:val="0"/>
                <w:caps w:val="0"/>
                <w:smallCaps w:val="0"/>
              </w:rPr>
              <w:t>wykonywanych przez nie zadań;</w:t>
            </w:r>
          </w:p>
        </w:tc>
        <w:tc>
          <w:tcPr>
            <w:tcW w:w="1865" w:type="dxa"/>
            <w:tcMar/>
          </w:tcPr>
          <w:p w:rsidRPr="00F4223D" w:rsidR="00535449" w:rsidP="00535449" w:rsidRDefault="00535449" w14:paraId="6FB35F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F4223D" w:rsidR="002466BB" w:rsidTr="02A2DBAD" w14:paraId="1A51B564" w14:textId="77777777">
        <w:tc>
          <w:tcPr>
            <w:tcW w:w="1681" w:type="dxa"/>
            <w:tcMar/>
          </w:tcPr>
          <w:p w:rsidRPr="00F4223D" w:rsidR="002466BB" w:rsidP="002466BB" w:rsidRDefault="000A4CA2" w14:paraId="2DA23B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F4223D" w:rsidR="00DD283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tcMar/>
          </w:tcPr>
          <w:p w:rsidRPr="007A29DE" w:rsidR="007A29DE" w:rsidP="02A2DBAD" w:rsidRDefault="007A29DE" w14:paraId="43E44ED9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2A2DBAD" w:rsidR="537285E0">
              <w:rPr>
                <w:rFonts w:ascii="Corbel" w:hAnsi="Corbel"/>
                <w:b w:val="0"/>
                <w:bCs w:val="0"/>
                <w:caps w:val="0"/>
                <w:smallCaps w:val="0"/>
              </w:rPr>
              <w:t>Dysponuje usystematyzowaną wiedzą na temat odpowiedzialności i etyki pracowników administracji publicznej oraz zna kluczowe zagadnienia dotyczące</w:t>
            </w:r>
          </w:p>
          <w:p w:rsidRPr="00F4223D" w:rsidR="002466BB" w:rsidP="02A2DBAD" w:rsidRDefault="007A29DE" w14:paraId="28B1B0E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2A2DBAD" w:rsidR="537285E0">
              <w:rPr>
                <w:rFonts w:ascii="Corbel" w:hAnsi="Corbel"/>
                <w:b w:val="0"/>
                <w:bCs w:val="0"/>
                <w:caps w:val="0"/>
                <w:smallCaps w:val="0"/>
              </w:rPr>
              <w:t>zatrudnienia w służbie publicznej;</w:t>
            </w:r>
          </w:p>
        </w:tc>
        <w:tc>
          <w:tcPr>
            <w:tcW w:w="1865" w:type="dxa"/>
            <w:tcMar/>
          </w:tcPr>
          <w:p w:rsidRPr="00F4223D" w:rsidR="002466BB" w:rsidP="002466BB" w:rsidRDefault="00E9646B" w14:paraId="43DD42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Pr="00F4223D" w:rsidR="000A4CA2" w:rsidTr="02A2DBAD" w14:paraId="6B47E551" w14:textId="77777777">
        <w:tc>
          <w:tcPr>
            <w:tcW w:w="1681" w:type="dxa"/>
            <w:tcMar/>
          </w:tcPr>
          <w:p w:rsidRPr="00F4223D" w:rsidR="000A4CA2" w:rsidP="000A4CA2" w:rsidRDefault="000A4CA2" w14:paraId="4BA878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F4223D" w:rsidR="00DD283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Mar/>
          </w:tcPr>
          <w:p w:rsidRPr="00F4223D" w:rsidR="000A4CA2" w:rsidP="02A2DBAD" w:rsidRDefault="00676174" w14:paraId="192FF2A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2A2DBAD" w:rsidR="027C9B99">
              <w:rPr>
                <w:rFonts w:ascii="Corbel" w:hAnsi="Corbel"/>
                <w:b w:val="0"/>
                <w:bCs w:val="0"/>
                <w:caps w:val="0"/>
                <w:smallCaps w:val="0"/>
              </w:rPr>
              <w:t>Potrafi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65" w:type="dxa"/>
            <w:tcMar/>
          </w:tcPr>
          <w:p w:rsidRPr="00F4223D" w:rsidR="000A4CA2" w:rsidP="000A4CA2" w:rsidRDefault="00BC717F" w14:paraId="5F7D76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F4223D" w:rsidR="000A4CA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Pr="00F4223D" w:rsidR="00BC717F" w:rsidTr="02A2DBAD" w14:paraId="2AAB1ADC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BC717F" w:rsidP="005F433A" w:rsidRDefault="00BC717F" w14:paraId="40354D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BC717F" w:rsidP="02A2DBAD" w:rsidRDefault="00183699" w14:paraId="57E5A2DA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2A2DBAD" w:rsidR="5F716FB2">
              <w:rPr>
                <w:rFonts w:ascii="Corbel" w:hAnsi="Corbel"/>
                <w:b w:val="0"/>
                <w:bCs w:val="0"/>
                <w:caps w:val="0"/>
                <w:smallCaps w:val="0"/>
              </w:rPr>
              <w:t>Wykazuje się specjalistycznymi umiejętnościami znajdowania podstaw prawnych, orzecznictwa i literatury dotyczącej badanych zagadnień oraz stosowania zasad etycznych, jak również samodzielnego proponowania rozwiązań konkretnego problemu i podejmowania rozstrzygnięć;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BC717F" w:rsidP="005F433A" w:rsidRDefault="00E9646B" w14:paraId="1FA57C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F4223D" w:rsidR="00BC717F" w:rsidTr="02A2DBAD" w14:paraId="169CC94C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BC717F" w:rsidP="005F433A" w:rsidRDefault="00BC717F" w14:paraId="013232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968FB" w:rsidR="001968FB" w:rsidP="02A2DBAD" w:rsidRDefault="001968FB" w14:paraId="7DD1DEDD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2A2DBAD" w:rsidR="78ED53BB">
              <w:rPr>
                <w:rFonts w:ascii="Corbel" w:hAnsi="Corbel"/>
                <w:b w:val="0"/>
                <w:bCs w:val="0"/>
                <w:caps w:val="0"/>
                <w:smallCaps w:val="0"/>
              </w:rPr>
              <w:t>Jest gotowy samodzielnie i krytycznie uzupełniać wiedzę,</w:t>
            </w:r>
          </w:p>
          <w:p w:rsidRPr="00F4223D" w:rsidR="00BC717F" w:rsidP="02A2DBAD" w:rsidRDefault="001968FB" w14:paraId="775FD2C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2A2DBAD" w:rsidR="78ED53BB">
              <w:rPr>
                <w:rFonts w:ascii="Corbel" w:hAnsi="Corbel"/>
                <w:b w:val="0"/>
                <w:bCs w:val="0"/>
                <w:caps w:val="0"/>
                <w:smallCaps w:val="0"/>
              </w:rPr>
              <w:t>w tym również na gruncie interdyscyplinarnym.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BC717F" w:rsidP="005F433A" w:rsidRDefault="00E9646B" w14:paraId="3226D3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Pr="00F4223D" w:rsidR="00BC717F" w:rsidTr="02A2DBAD" w14:paraId="4981BDAA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BC717F" w:rsidP="005F433A" w:rsidRDefault="00BC717F" w14:paraId="17E323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968FB" w:rsidR="001968FB" w:rsidP="02A2DBAD" w:rsidRDefault="001968FB" w14:paraId="7FE15C57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2A2DBAD" w:rsidR="78ED53BB">
              <w:rPr>
                <w:rFonts w:ascii="Corbel" w:hAnsi="Corbel"/>
                <w:b w:val="0"/>
                <w:bCs w:val="0"/>
                <w:caps w:val="0"/>
                <w:smallCaps w:val="0"/>
              </w:rPr>
              <w:t>Ma świadomość doniosłości zachowania się w sposób profesjonalny i etyczny, identyfikuje i rozwiązuje</w:t>
            </w:r>
          </w:p>
          <w:p w:rsidRPr="00F4223D" w:rsidR="00BC717F" w:rsidP="02A2DBAD" w:rsidRDefault="001968FB" w14:paraId="03A072E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2A2DBAD" w:rsidR="78ED53BB">
              <w:rPr>
                <w:rFonts w:ascii="Corbel" w:hAnsi="Corbel"/>
                <w:b w:val="0"/>
                <w:bCs w:val="0"/>
                <w:caps w:val="0"/>
                <w:smallCaps w:val="0"/>
              </w:rPr>
              <w:t>dylematy moralne związane ze stosowaniem prawa;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BC717F" w:rsidP="005F433A" w:rsidRDefault="00E9646B" w14:paraId="3D643C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Pr="00F4223D" w:rsidR="0085747A" w:rsidP="009C54AE" w:rsidRDefault="0085747A" w14:paraId="115608B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2C99F64E" w14:textId="7777777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t>3.3</w:t>
      </w:r>
      <w:r w:rsidRPr="00F4223D" w:rsidR="001D7B54">
        <w:rPr>
          <w:rFonts w:ascii="Corbel" w:hAnsi="Corbel"/>
          <w:b/>
          <w:sz w:val="24"/>
          <w:szCs w:val="24"/>
        </w:rPr>
        <w:t xml:space="preserve"> </w:t>
      </w:r>
      <w:r w:rsidRPr="00F4223D" w:rsidR="0085747A">
        <w:rPr>
          <w:rFonts w:ascii="Corbel" w:hAnsi="Corbel"/>
          <w:b/>
          <w:sz w:val="24"/>
          <w:szCs w:val="24"/>
        </w:rPr>
        <w:t>T</w:t>
      </w:r>
      <w:r w:rsidRPr="00F4223D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F4223D" w:rsidR="007327BD">
        <w:rPr>
          <w:rFonts w:ascii="Corbel" w:hAnsi="Corbel"/>
          <w:sz w:val="24"/>
          <w:szCs w:val="24"/>
        </w:rPr>
        <w:t xml:space="preserve">  </w:t>
      </w:r>
    </w:p>
    <w:p w:rsidRPr="004A3739" w:rsidR="004A3739" w:rsidP="004A3739" w:rsidRDefault="004A3739" w14:paraId="298AD84B" w14:textId="77777777">
      <w:pPr>
        <w:pStyle w:val="Akapitzlist"/>
        <w:rPr>
          <w:rFonts w:ascii="Corbel" w:hAnsi="Corbel"/>
          <w:b/>
          <w:sz w:val="24"/>
          <w:szCs w:val="24"/>
        </w:rPr>
      </w:pPr>
    </w:p>
    <w:p w:rsidRPr="004A3739" w:rsidR="004A3739" w:rsidP="004A3739" w:rsidRDefault="004A3739" w14:paraId="4E987370" w14:textId="77777777">
      <w:pPr>
        <w:pStyle w:val="Akapitzlist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2A2DBAD" w:rsidR="004A373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A3739" w:rsidR="004A3739" w:rsidTr="02A2DBAD" w14:paraId="45139C36" w14:textId="77777777">
        <w:tc>
          <w:tcPr>
            <w:tcW w:w="9639" w:type="dxa"/>
            <w:tcMar/>
          </w:tcPr>
          <w:p w:rsidRPr="004A3739" w:rsidR="004A3739" w:rsidP="004A3739" w:rsidRDefault="004A3739" w14:paraId="692B817E" w14:textId="77777777">
            <w:pPr>
              <w:pStyle w:val="Akapitzlist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4A373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4A3739" w:rsidR="004A3739" w:rsidTr="02A2DBAD" w14:paraId="253A23E6" w14:textId="77777777">
        <w:tc>
          <w:tcPr>
            <w:tcW w:w="9639" w:type="dxa"/>
            <w:tcMar/>
          </w:tcPr>
          <w:p w:rsidRPr="0045350E" w:rsidR="004A3739" w:rsidP="0045350E" w:rsidRDefault="0045350E" w14:paraId="1C5C8A80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Zagadnienia systematyzujące-</w:t>
            </w:r>
            <w:r w:rsidRPr="002E2EB0" w:rsidR="002E2EB0">
              <w:rPr>
                <w:rFonts w:ascii="Corbel" w:hAnsi="Corbel"/>
                <w:sz w:val="24"/>
                <w:szCs w:val="24"/>
              </w:rPr>
              <w:t>rozumienie odpowiedzialności w administracji publicznej, p</w:t>
            </w:r>
            <w:r w:rsidRPr="002E2EB0" w:rsidR="003A74F2">
              <w:rPr>
                <w:rFonts w:ascii="Corbel" w:hAnsi="Corbel"/>
                <w:sz w:val="24"/>
                <w:szCs w:val="24"/>
              </w:rPr>
              <w:t>rawne i pozap</w:t>
            </w:r>
            <w:r w:rsidR="000E02C0">
              <w:rPr>
                <w:rFonts w:ascii="Corbel" w:hAnsi="Corbel"/>
                <w:sz w:val="24"/>
                <w:szCs w:val="24"/>
              </w:rPr>
              <w:t>rawne ujęcie odpowiedzialności,</w:t>
            </w:r>
            <w:r w:rsidRPr="002E2EB0" w:rsidR="003A74F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E2EB0" w:rsidR="002E2EB0">
              <w:rPr>
                <w:rFonts w:ascii="Corbel" w:hAnsi="Corbel"/>
                <w:sz w:val="24"/>
                <w:szCs w:val="24"/>
              </w:rPr>
              <w:t>s</w:t>
            </w:r>
            <w:r w:rsidRPr="002E2EB0" w:rsidR="003A74F2">
              <w:rPr>
                <w:rFonts w:ascii="Corbel" w:hAnsi="Corbel"/>
                <w:sz w:val="24"/>
                <w:szCs w:val="24"/>
              </w:rPr>
              <w:t>truktura odpowiedzialności administracji publicznej</w:t>
            </w:r>
            <w:r w:rsidRPr="002E2EB0" w:rsidR="002E2EB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4A3739" w:rsidR="0045350E" w:rsidTr="02A2DBAD" w14:paraId="40037396" w14:textId="77777777">
        <w:tc>
          <w:tcPr>
            <w:tcW w:w="9639" w:type="dxa"/>
            <w:tcMar/>
          </w:tcPr>
          <w:p w:rsidRPr="002E2EB0" w:rsidR="0045350E" w:rsidP="0045350E" w:rsidRDefault="0045350E" w14:paraId="427FE866" w14:textId="6A749DE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2A2DBAD" w:rsidR="1A99068B">
              <w:rPr>
                <w:rFonts w:ascii="Corbel" w:hAnsi="Corbel"/>
                <w:sz w:val="24"/>
                <w:szCs w:val="24"/>
              </w:rPr>
              <w:t>Odpowiedzialność administracji z perspe</w:t>
            </w:r>
            <w:r w:rsidRPr="02A2DBAD" w:rsidR="1A99068B">
              <w:rPr>
                <w:rFonts w:ascii="Corbel" w:hAnsi="Corbel"/>
                <w:sz w:val="24"/>
                <w:szCs w:val="24"/>
              </w:rPr>
              <w:t>ktywy stanowienia i stosowania</w:t>
            </w:r>
            <w:r w:rsidRPr="02A2DBAD" w:rsidR="177EC1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2A2DBAD" w:rsidR="1A99068B">
              <w:rPr>
                <w:rFonts w:ascii="Corbel" w:hAnsi="Corbel"/>
                <w:sz w:val="24"/>
                <w:szCs w:val="24"/>
              </w:rPr>
              <w:t>prawa, odpowiedzialność w świetle władztwa administracyjnego.</w:t>
            </w:r>
          </w:p>
        </w:tc>
      </w:tr>
      <w:tr w:rsidRPr="004A3739" w:rsidR="002E2EB0" w:rsidTr="02A2DBAD" w14:paraId="503186FE" w14:textId="77777777">
        <w:tc>
          <w:tcPr>
            <w:tcW w:w="9639" w:type="dxa"/>
            <w:tcMar/>
          </w:tcPr>
          <w:p w:rsidRPr="00EF6556" w:rsidR="0045350E" w:rsidP="00EF6556" w:rsidRDefault="00EF6556" w14:paraId="5F7615DC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F6556">
              <w:rPr>
                <w:rFonts w:ascii="Corbel" w:hAnsi="Corbel"/>
                <w:sz w:val="24"/>
                <w:szCs w:val="24"/>
              </w:rPr>
              <w:t>Odpowiedzialność najwyższych organów w państwie.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F6556">
              <w:rPr>
                <w:rFonts w:ascii="Corbel" w:hAnsi="Corbel"/>
                <w:sz w:val="24"/>
                <w:szCs w:val="24"/>
              </w:rPr>
              <w:t>Rodzaje odpowiedzialności konstytucyjne, parlamentarna, polityczne. Rola Najwyższej Izby Kontroli</w:t>
            </w:r>
            <w:r w:rsidR="000E02C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4A3739" w:rsidR="00EF6556" w:rsidTr="02A2DBAD" w14:paraId="0B224D76" w14:textId="77777777">
        <w:tc>
          <w:tcPr>
            <w:tcW w:w="9639" w:type="dxa"/>
            <w:tcMar/>
          </w:tcPr>
          <w:p w:rsidRPr="00EF6556" w:rsidR="00EF6556" w:rsidP="00EF6556" w:rsidRDefault="00EF6556" w14:paraId="17149199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F6556">
              <w:rPr>
                <w:rFonts w:ascii="Corbel" w:hAnsi="Corbel"/>
                <w:sz w:val="24"/>
                <w:szCs w:val="24"/>
              </w:rPr>
              <w:t>Odpowiedzialność odszkodowawcza administracji publicznej - odpowiedzialność odszkodowawcza Skarbu Państwa za bezprawne działania i zaniechania funkcjonariuszy publicznych (podstawowe zasady, zakres przedmioty i podmiotowy).</w:t>
            </w:r>
          </w:p>
        </w:tc>
      </w:tr>
      <w:tr w:rsidRPr="004A3739" w:rsidR="00EF6556" w:rsidTr="02A2DBAD" w14:paraId="7D629A86" w14:textId="77777777">
        <w:tc>
          <w:tcPr>
            <w:tcW w:w="9639" w:type="dxa"/>
            <w:tcMar/>
          </w:tcPr>
          <w:p w:rsidRPr="00EF6556" w:rsidR="00EF6556" w:rsidP="00EF6556" w:rsidRDefault="009E646F" w14:paraId="3E026828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9E646F">
              <w:rPr>
                <w:rFonts w:ascii="Corbel" w:hAnsi="Corbel"/>
                <w:sz w:val="24"/>
                <w:szCs w:val="24"/>
              </w:rPr>
              <w:t>Pojęcie odpowiedzialności jednostki samorządu terytorialnego i jej organów, odpowiedzialność demokratyczna w samorządzie terytorialnym.</w:t>
            </w:r>
          </w:p>
        </w:tc>
      </w:tr>
      <w:tr w:rsidRPr="004A3739" w:rsidR="000E02C0" w:rsidTr="02A2DBAD" w14:paraId="011756FF" w14:textId="77777777">
        <w:tc>
          <w:tcPr>
            <w:tcW w:w="9639" w:type="dxa"/>
            <w:tcMar/>
          </w:tcPr>
          <w:p w:rsidRPr="009E646F" w:rsidR="000E02C0" w:rsidP="00EF6556" w:rsidRDefault="000E02C0" w14:paraId="4ACEF845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E02C0">
              <w:rPr>
                <w:rFonts w:ascii="Corbel" w:hAnsi="Corbel"/>
                <w:sz w:val="24"/>
                <w:szCs w:val="24"/>
              </w:rPr>
              <w:t>Odpowiedzialności majątkowej funkcjonariuszy publicznych za rażące naruszenie prawa -Ustawa z dnia 20 stycznia 2011 r. o odpowiedzialności majątkowej funkcjonariuszy publicznych za rażące naruszenie prawa.</w:t>
            </w:r>
          </w:p>
        </w:tc>
      </w:tr>
      <w:tr w:rsidRPr="004A3739" w:rsidR="004A3739" w:rsidTr="02A2DBAD" w14:paraId="4ABDD67A" w14:textId="77777777">
        <w:tc>
          <w:tcPr>
            <w:tcW w:w="9639" w:type="dxa"/>
            <w:tcMar/>
          </w:tcPr>
          <w:p w:rsidRPr="005670E2" w:rsidR="004A3739" w:rsidP="005670E2" w:rsidRDefault="005670E2" w14:paraId="777125A3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670E2">
              <w:rPr>
                <w:rFonts w:ascii="Corbel" w:hAnsi="Corbel"/>
                <w:sz w:val="24"/>
                <w:szCs w:val="24"/>
              </w:rPr>
              <w:t>Przestępstwa urzędnicze, delikty pracownicze, odpowiedzialność materialna i porządkowa pracowników, odpowiedzialność za naruszenie dyscypliny finansów publicznych, odpowiedzialność administracyjna wg kpa, samorządowych ustaw ustrojowych, ustawy antykorupcyjnej i innych szczególnych aktów.</w:t>
            </w:r>
          </w:p>
        </w:tc>
      </w:tr>
      <w:tr w:rsidRPr="004A3739" w:rsidR="005670E2" w:rsidTr="02A2DBAD" w14:paraId="1387E16F" w14:textId="77777777">
        <w:tc>
          <w:tcPr>
            <w:tcW w:w="9639" w:type="dxa"/>
            <w:tcMar/>
          </w:tcPr>
          <w:p w:rsidRPr="005670E2" w:rsidR="005670E2" w:rsidP="005670E2" w:rsidRDefault="005670E2" w14:paraId="6FD9D9DD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670E2">
              <w:rPr>
                <w:rFonts w:ascii="Corbel" w:hAnsi="Corbel"/>
                <w:sz w:val="24"/>
                <w:szCs w:val="24"/>
              </w:rPr>
              <w:t>Społeczny wymiar odpowiedzialności, patologie w administracji, infrastruktura antykorupcyjna.</w:t>
            </w:r>
          </w:p>
        </w:tc>
      </w:tr>
    </w:tbl>
    <w:p w:rsidRPr="00F4223D" w:rsidR="004A3739" w:rsidP="009C54AE" w:rsidRDefault="004A3739" w14:paraId="5EE0136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F4223D" w:rsidR="00675843" w:rsidP="009C54AE" w:rsidRDefault="00675843" w14:paraId="5555131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F4223D" w:rsidR="0085747A" w:rsidP="009C54AE" w:rsidRDefault="0085747A" w14:paraId="3BCAF7F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F4223D" w:rsidR="009F4610">
        <w:rPr>
          <w:rFonts w:ascii="Corbel" w:hAnsi="Corbel"/>
          <w:sz w:val="24"/>
          <w:szCs w:val="24"/>
        </w:rPr>
        <w:t xml:space="preserve">, </w:t>
      </w:r>
      <w:r w:rsidRPr="00F4223D">
        <w:rPr>
          <w:rFonts w:ascii="Corbel" w:hAnsi="Corbel"/>
          <w:sz w:val="24"/>
          <w:szCs w:val="24"/>
        </w:rPr>
        <w:t xml:space="preserve">zajęć praktycznych </w:t>
      </w:r>
    </w:p>
    <w:p w:rsidRPr="00F4223D" w:rsidR="0085747A" w:rsidP="009C54AE" w:rsidRDefault="0085747A" w14:paraId="74974339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4223D" w:rsidR="0085747A" w:rsidTr="02A2DBAD" w14:paraId="5824001D" w14:textId="77777777">
        <w:tc>
          <w:tcPr>
            <w:tcW w:w="9520" w:type="dxa"/>
            <w:tcMar/>
          </w:tcPr>
          <w:p w:rsidRPr="00F4223D" w:rsidR="0085747A" w:rsidP="009C54AE" w:rsidRDefault="0085747A" w14:paraId="69FADE0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4223D" w:rsidR="00AE20B4" w:rsidTr="02A2DBAD" w14:paraId="4A62CC7F" w14:textId="77777777">
        <w:tc>
          <w:tcPr>
            <w:tcW w:w="9520" w:type="dxa"/>
            <w:tcMar/>
          </w:tcPr>
          <w:p w:rsidRPr="00F4223D" w:rsidR="00AE20B4" w:rsidP="00AE20B4" w:rsidRDefault="00AE20B4" w14:paraId="78254F5E" w14:textId="5CD5D76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2A2DBAD" w:rsidR="4F3632F7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F4223D" w:rsidR="0085747A" w:rsidP="009C54AE" w:rsidRDefault="0085747A" w14:paraId="4B4C0E0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4223D" w:rsidR="0085747A" w:rsidP="009C54AE" w:rsidRDefault="009F4610" w14:paraId="3FC255D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>3.4 Metody dydaktyczne</w:t>
      </w:r>
      <w:r w:rsidRPr="00F4223D">
        <w:rPr>
          <w:rFonts w:ascii="Corbel" w:hAnsi="Corbel"/>
          <w:b w:val="0"/>
          <w:smallCaps w:val="0"/>
          <w:szCs w:val="24"/>
        </w:rPr>
        <w:t xml:space="preserve"> </w:t>
      </w:r>
    </w:p>
    <w:p w:rsidRPr="00F4223D" w:rsidR="0085747A" w:rsidP="009C54AE" w:rsidRDefault="0085747A" w14:paraId="1D630CC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4223D" w:rsidR="00704BA8" w:rsidP="02A2DBAD" w:rsidRDefault="0084533F" w14:paraId="7BED8CDF" w14:textId="0AE26866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02A2DBAD" w:rsidR="0084533F">
        <w:rPr>
          <w:rFonts w:ascii="Corbel" w:hAnsi="Corbel"/>
          <w:b w:val="0"/>
          <w:bCs w:val="0"/>
          <w:caps w:val="0"/>
          <w:smallCaps w:val="0"/>
        </w:rPr>
        <w:t xml:space="preserve">Prezentacja </w:t>
      </w:r>
      <w:r w:rsidRPr="02A2DBAD" w:rsidR="0084533F">
        <w:rPr>
          <w:rFonts w:ascii="Corbel" w:hAnsi="Corbel"/>
          <w:b w:val="0"/>
          <w:bCs w:val="0"/>
          <w:caps w:val="0"/>
          <w:smallCaps w:val="0"/>
        </w:rPr>
        <w:t>multimedialna</w:t>
      </w:r>
      <w:r w:rsidRPr="02A2DBAD" w:rsidR="00DE05B1">
        <w:rPr>
          <w:rFonts w:ascii="Corbel" w:hAnsi="Corbel"/>
          <w:b w:val="0"/>
          <w:bCs w:val="0"/>
          <w:caps w:val="0"/>
          <w:smallCaps w:val="0"/>
        </w:rPr>
        <w:t>,</w:t>
      </w:r>
      <w:r w:rsidRPr="02A2DBAD" w:rsidR="00DE05B1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02A2DBAD" w:rsidR="00704BA8">
        <w:rPr>
          <w:rFonts w:ascii="Corbel" w:hAnsi="Corbel"/>
          <w:b w:val="0"/>
          <w:bCs w:val="0"/>
          <w:caps w:val="0"/>
          <w:smallCaps w:val="0"/>
        </w:rPr>
        <w:t>praca w grupach</w:t>
      </w:r>
      <w:r w:rsidRPr="02A2DBAD" w:rsidR="003E1329">
        <w:rPr>
          <w:rFonts w:ascii="Corbel" w:hAnsi="Corbel"/>
          <w:b w:val="0"/>
          <w:bCs w:val="0"/>
          <w:caps w:val="0"/>
          <w:smallCaps w:val="0"/>
        </w:rPr>
        <w:t xml:space="preserve">, </w:t>
      </w:r>
      <w:r w:rsidRPr="02A2DBAD" w:rsidR="001C3C2E">
        <w:rPr>
          <w:rFonts w:ascii="Corbel" w:hAnsi="Corbel"/>
          <w:b w:val="0"/>
          <w:bCs w:val="0"/>
          <w:caps w:val="0"/>
          <w:smallCaps w:val="0"/>
        </w:rPr>
        <w:t>dyskusja, analiza przypadków</w:t>
      </w:r>
    </w:p>
    <w:p w:rsidRPr="00F4223D" w:rsidR="00E960BB" w:rsidP="009C54AE" w:rsidRDefault="00E960BB" w14:paraId="634246C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4223D" w:rsidR="00E960BB" w:rsidP="009C54AE" w:rsidRDefault="00E960BB" w14:paraId="00A19B8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4223D" w:rsidR="0085747A" w:rsidP="009C54AE" w:rsidRDefault="00C61DC5" w14:paraId="52D7769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4. </w:t>
      </w:r>
      <w:r w:rsidRPr="00F4223D" w:rsidR="0085747A">
        <w:rPr>
          <w:rFonts w:ascii="Corbel" w:hAnsi="Corbel"/>
          <w:smallCaps w:val="0"/>
          <w:szCs w:val="24"/>
        </w:rPr>
        <w:t>METODY I KRYTERIA OCENY</w:t>
      </w:r>
      <w:r w:rsidRPr="00F4223D" w:rsidR="009F4610">
        <w:rPr>
          <w:rFonts w:ascii="Corbel" w:hAnsi="Corbel"/>
          <w:smallCaps w:val="0"/>
          <w:szCs w:val="24"/>
        </w:rPr>
        <w:t xml:space="preserve"> </w:t>
      </w:r>
    </w:p>
    <w:p w:rsidRPr="00F4223D" w:rsidR="00923D7D" w:rsidP="009C54AE" w:rsidRDefault="00923D7D" w14:paraId="2EED205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4223D" w:rsidR="0085747A" w:rsidP="009C54AE" w:rsidRDefault="0085747A" w14:paraId="59FEE30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Pr="00F4223D" w:rsidR="00C05F44">
        <w:rPr>
          <w:rFonts w:ascii="Corbel" w:hAnsi="Corbel"/>
          <w:smallCaps w:val="0"/>
          <w:szCs w:val="24"/>
        </w:rPr>
        <w:t>uczenia się</w:t>
      </w:r>
    </w:p>
    <w:p w:rsidRPr="00F4223D" w:rsidR="0085747A" w:rsidP="009C54AE" w:rsidRDefault="0085747A" w14:paraId="2259591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F4223D" w:rsidR="0085747A" w:rsidTr="21E64D52" w14:paraId="63830DA3" w14:textId="77777777">
        <w:tc>
          <w:tcPr>
            <w:tcW w:w="1962" w:type="dxa"/>
            <w:tcMar/>
            <w:vAlign w:val="center"/>
          </w:tcPr>
          <w:p w:rsidRPr="00F4223D" w:rsidR="0085747A" w:rsidP="009C54AE" w:rsidRDefault="0071620A" w14:paraId="58BAB7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F4223D" w:rsidR="0085747A" w:rsidP="009C54AE" w:rsidRDefault="00A84C85" w14:paraId="0E2C9F8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Pr="00F4223D" w:rsidR="00A87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Pr="00F4223D" w:rsidR="0085747A" w:rsidP="009C54AE" w:rsidRDefault="009F4610" w14:paraId="60F1F79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F4223D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F4223D" w:rsidR="00923D7D" w:rsidP="009C54AE" w:rsidRDefault="0085747A" w14:paraId="3DB4DA2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F4223D" w:rsidR="0085747A" w:rsidP="009C54AE" w:rsidRDefault="0085747A" w14:paraId="5E22437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F4223D" w:rsidR="00704BA8" w:rsidTr="21E64D52" w14:paraId="2E7279AA" w14:textId="77777777">
        <w:tc>
          <w:tcPr>
            <w:tcW w:w="1962" w:type="dxa"/>
            <w:tcMar/>
          </w:tcPr>
          <w:p w:rsidRPr="00F4223D" w:rsidR="00704BA8" w:rsidP="00704BA8" w:rsidRDefault="00704BA8" w14:paraId="35AF05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223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Mar/>
          </w:tcPr>
          <w:p w:rsidRPr="00561846" w:rsidR="00704BA8" w:rsidP="21E64D52" w:rsidRDefault="00E02EC6" w14:paraId="166561F7" w14:textId="5DAEC1D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highlight w:val="yellow"/>
              </w:rPr>
            </w:pPr>
            <w:r w:rsidRPr="21E64D52" w:rsidR="05800CB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obserwacja w trakcie zajęć</w:t>
            </w:r>
            <w:r w:rsidRPr="21E64D52" w:rsidR="00796C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21E64D52" w:rsidR="05800CB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egzamin </w:t>
            </w:r>
          </w:p>
        </w:tc>
        <w:tc>
          <w:tcPr>
            <w:tcW w:w="2117" w:type="dxa"/>
            <w:tcMar/>
          </w:tcPr>
          <w:p w:rsidRPr="00E02EC6" w:rsidR="00704BA8" w:rsidP="00796C90" w:rsidRDefault="00A97993" w14:paraId="4A6C0E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02EC6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Pr="00F4223D" w:rsidR="00796C90" w:rsidTr="21E64D52" w14:paraId="777F2F10" w14:textId="77777777">
        <w:tc>
          <w:tcPr>
            <w:tcW w:w="1962" w:type="dxa"/>
            <w:tcMar/>
          </w:tcPr>
          <w:p w:rsidRPr="00F4223D" w:rsidR="00796C90" w:rsidP="00796C90" w:rsidRDefault="00796C90" w14:paraId="78B231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223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Mar/>
          </w:tcPr>
          <w:p w:rsidRPr="00561846" w:rsidR="00796C90" w:rsidP="21E64D52" w:rsidRDefault="00796C90" w14:paraId="67170F9A" w14:textId="7F38872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highlight w:val="yellow"/>
              </w:rPr>
            </w:pPr>
            <w:r w:rsidRPr="21E64D52" w:rsidR="00796C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obserwacja w trakcie zajęć</w:t>
            </w:r>
            <w:r w:rsidRPr="21E64D52" w:rsidR="00796C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21E64D52" w:rsidR="00796C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egzamin </w:t>
            </w:r>
          </w:p>
        </w:tc>
        <w:tc>
          <w:tcPr>
            <w:tcW w:w="2117" w:type="dxa"/>
            <w:tcMar/>
          </w:tcPr>
          <w:p w:rsidRPr="00E02EC6" w:rsidR="00796C90" w:rsidP="00796C90" w:rsidRDefault="00796C90" w14:paraId="7ABE744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02EC6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Pr="00F4223D" w:rsidR="00796C90" w:rsidTr="21E64D52" w14:paraId="1D082910" w14:textId="77777777">
        <w:tc>
          <w:tcPr>
            <w:tcW w:w="1962" w:type="dxa"/>
            <w:tcMar/>
          </w:tcPr>
          <w:p w:rsidRPr="00F4223D" w:rsidR="00796C90" w:rsidP="00796C90" w:rsidRDefault="00796C90" w14:paraId="653D7B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223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Mar/>
          </w:tcPr>
          <w:p w:rsidRPr="00561846" w:rsidR="00796C90" w:rsidP="21E64D52" w:rsidRDefault="00796C90" w14:paraId="02B45C11" w14:textId="7826C14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highlight w:val="yellow"/>
              </w:rPr>
            </w:pPr>
            <w:r w:rsidRPr="21E64D52" w:rsidR="00796C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obserwacja w trakcie zajęć</w:t>
            </w:r>
            <w:r w:rsidRPr="21E64D52" w:rsidR="00796C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21E64D52" w:rsidR="00796C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egzamin </w:t>
            </w:r>
          </w:p>
        </w:tc>
        <w:tc>
          <w:tcPr>
            <w:tcW w:w="2117" w:type="dxa"/>
            <w:tcMar/>
          </w:tcPr>
          <w:p w:rsidRPr="00E02EC6" w:rsidR="00796C90" w:rsidP="00796C90" w:rsidRDefault="00796C90" w14:paraId="5C3CA16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02EC6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Pr="00F4223D" w:rsidR="00796C90" w:rsidTr="21E64D52" w14:paraId="17E1E2AE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796C90" w:rsidP="00796C90" w:rsidRDefault="00796C90" w14:paraId="5D1C09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1846" w:rsidR="00796C90" w:rsidP="21E64D52" w:rsidRDefault="00796C90" w14:paraId="17B79A62" w14:textId="25BF0B7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highlight w:val="yellow"/>
              </w:rPr>
            </w:pPr>
            <w:r w:rsidRPr="21E64D52" w:rsidR="00796C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obserwacja w trakcie zajęć</w:t>
            </w:r>
            <w:r w:rsidRPr="21E64D52" w:rsidR="00796C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21E64D52" w:rsidR="00796C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egzamin 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02EC6" w:rsidR="00796C90" w:rsidP="00796C90" w:rsidRDefault="00796C90" w14:paraId="79AA5D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02EC6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Pr="00F4223D" w:rsidR="00796C90" w:rsidTr="21E64D52" w14:paraId="5D423F7B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796C90" w:rsidP="00796C90" w:rsidRDefault="00796C90" w14:paraId="4FC1EC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1846" w:rsidR="00796C90" w:rsidP="21E64D52" w:rsidRDefault="00796C90" w14:paraId="5DA17CEA" w14:textId="7E4AB56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highlight w:val="yellow"/>
              </w:rPr>
            </w:pPr>
            <w:r w:rsidRPr="21E64D52" w:rsidR="00796C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obserwacja w trakcie zajęć</w:t>
            </w:r>
            <w:r w:rsidRPr="21E64D52" w:rsidR="00796C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21E64D52" w:rsidR="00796C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egzamin 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02EC6" w:rsidR="00796C90" w:rsidP="00796C90" w:rsidRDefault="00796C90" w14:paraId="1742159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02EC6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Pr="00F4223D" w:rsidR="00796C90" w:rsidTr="21E64D52" w14:paraId="2AF9FF8B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796C90" w:rsidP="00796C90" w:rsidRDefault="00796C90" w14:paraId="518A29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1846" w:rsidR="00796C90" w:rsidP="21E64D52" w:rsidRDefault="00796C90" w14:paraId="3C6408F9" w14:textId="48C266B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highlight w:val="yellow"/>
              </w:rPr>
            </w:pPr>
            <w:r w:rsidRPr="21E64D52" w:rsidR="00796C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obserwacja w trakcie zajęć</w:t>
            </w:r>
            <w:r w:rsidRPr="21E64D52" w:rsidR="00796C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21E64D52" w:rsidR="00796C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egzamin 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02EC6" w:rsidR="00796C90" w:rsidP="00796C90" w:rsidRDefault="00796C90" w14:paraId="64B912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02EC6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</w:tbl>
    <w:p w:rsidR="008663C0" w:rsidP="009C54AE" w:rsidRDefault="008663C0" w14:paraId="53CD32C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P="009C54AE" w:rsidRDefault="003E1941" w14:paraId="022156A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4.2 </w:t>
      </w:r>
      <w:r w:rsidRPr="00F4223D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F4223D" w:rsidR="00923D7D">
        <w:rPr>
          <w:rFonts w:ascii="Corbel" w:hAnsi="Corbel"/>
          <w:smallCaps w:val="0"/>
          <w:szCs w:val="24"/>
        </w:rPr>
        <w:t xml:space="preserve"> </w:t>
      </w:r>
    </w:p>
    <w:p w:rsidRPr="00F4223D" w:rsidR="008663C0" w:rsidP="009C54AE" w:rsidRDefault="008663C0" w14:paraId="5407240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4223D" w:rsidR="008663C0" w:rsidTr="21E64D52" w14:paraId="79174016" w14:textId="77777777">
        <w:tc>
          <w:tcPr>
            <w:tcW w:w="9670" w:type="dxa"/>
            <w:tcMar/>
          </w:tcPr>
          <w:p w:rsidRPr="00F4223D" w:rsidR="008663C0" w:rsidP="21E64D52" w:rsidRDefault="008663C0" w14:paraId="3E3E0F3D" w14:textId="73A26DE9">
            <w:pPr>
              <w:spacing w:before="0" w:after="0"/>
              <w:jc w:val="both"/>
            </w:pPr>
            <w:r w:rsidRPr="21E64D52" w:rsidR="6177DEDF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21E64D52" w:rsidR="6177DEDF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21E64D52" w:rsidR="6177DEDF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21E64D52" w:rsidR="6177DEDF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F4223D" w:rsidR="008663C0" w:rsidP="21E64D52" w:rsidRDefault="008663C0" w14:paraId="65C5F864" w14:textId="3E8F1695">
            <w:pPr>
              <w:spacing w:before="0" w:after="0"/>
              <w:jc w:val="both"/>
            </w:pPr>
            <w:r w:rsidRPr="21E64D52" w:rsidR="6177DEDF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21E64D52" w:rsidR="6177DEDF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F4223D" w:rsidR="008663C0" w:rsidP="21E64D52" w:rsidRDefault="008663C0" w14:paraId="2F054084" w14:textId="7B84A386">
            <w:pPr>
              <w:spacing w:before="0" w:after="0"/>
              <w:jc w:val="both"/>
            </w:pPr>
            <w:r w:rsidRPr="21E64D52" w:rsidR="6177DEDF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21E64D52" w:rsidR="6177DEDF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F4223D" w:rsidR="008663C0" w:rsidP="21E64D52" w:rsidRDefault="008663C0" w14:paraId="3D2D3022" w14:textId="393D45EE">
            <w:pPr>
              <w:spacing w:before="0" w:after="0"/>
            </w:pPr>
            <w:r w:rsidRPr="21E64D52" w:rsidR="6177DED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F4223D" w:rsidR="008663C0" w:rsidP="21E64D52" w:rsidRDefault="008663C0" w14:paraId="2A7FCA17" w14:textId="64D79296">
            <w:pPr>
              <w:spacing w:before="0" w:after="0"/>
            </w:pPr>
            <w:r w:rsidRPr="21E64D52" w:rsidR="6177DED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F4223D" w:rsidR="008663C0" w:rsidP="21E64D52" w:rsidRDefault="008663C0" w14:paraId="4A3E851E" w14:textId="390D5689">
            <w:pPr>
              <w:spacing w:before="0" w:after="0"/>
            </w:pPr>
            <w:r w:rsidRPr="21E64D52" w:rsidR="6177DED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F4223D" w:rsidR="008663C0" w:rsidP="21E64D52" w:rsidRDefault="008663C0" w14:paraId="4992B8F7" w14:textId="0CBB42C6">
            <w:pPr>
              <w:spacing w:before="0" w:after="0"/>
            </w:pPr>
            <w:r w:rsidRPr="21E64D52" w:rsidR="6177DED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F4223D" w:rsidR="008663C0" w:rsidP="21E64D52" w:rsidRDefault="008663C0" w14:paraId="4CB8EE73" w14:textId="69239AAF">
            <w:pPr>
              <w:spacing w:before="0" w:after="0"/>
            </w:pPr>
            <w:r w:rsidRPr="21E64D52" w:rsidR="6177DED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F4223D" w:rsidR="008663C0" w:rsidP="21E64D52" w:rsidRDefault="008663C0" w14:paraId="6F100D6B" w14:textId="7E4E26F4">
            <w:pPr>
              <w:spacing w:before="0" w:after="0"/>
            </w:pPr>
            <w:r w:rsidRPr="21E64D52" w:rsidR="6177DED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Pr="00F4223D" w:rsidR="008663C0" w:rsidP="21E64D52" w:rsidRDefault="008663C0" w14:paraId="7C16285C" w14:textId="056E4B18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F4223D" w:rsidR="00923D7D" w:rsidP="009C54AE" w:rsidRDefault="00923D7D" w14:paraId="0C02972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F4223D" w:rsidR="0085747A" w:rsidP="009C54AE" w:rsidRDefault="0085747A" w14:paraId="5A6CD90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4223D" w:rsidR="009F4610" w:rsidP="009C54AE" w:rsidRDefault="0085747A" w14:paraId="1CCECE0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t xml:space="preserve">5. </w:t>
      </w:r>
      <w:r w:rsidRPr="00F4223D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F4223D" w:rsidR="0085747A" w:rsidP="009C54AE" w:rsidRDefault="0085747A" w14:paraId="44C3301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F4223D" w:rsidR="0085747A" w:rsidTr="02A2DBAD" w14:paraId="12313297" w14:textId="77777777">
        <w:tc>
          <w:tcPr>
            <w:tcW w:w="4962" w:type="dxa"/>
            <w:tcMar/>
            <w:vAlign w:val="center"/>
          </w:tcPr>
          <w:p w:rsidRPr="00F4223D" w:rsidR="0085747A" w:rsidP="009C54AE" w:rsidRDefault="00C61DC5" w14:paraId="0F18059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4223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F4223D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4223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F4223D" w:rsidR="0085747A" w:rsidP="009C54AE" w:rsidRDefault="00C61DC5" w14:paraId="279B770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4223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F4223D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4223D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4223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F4223D" w:rsidR="0085747A" w:rsidTr="02A2DBAD" w14:paraId="67F7FC4C" w14:textId="77777777">
        <w:tc>
          <w:tcPr>
            <w:tcW w:w="4962" w:type="dxa"/>
            <w:tcMar/>
          </w:tcPr>
          <w:p w:rsidRPr="00F4223D" w:rsidR="0085747A" w:rsidP="009C54AE" w:rsidRDefault="00C61DC5" w14:paraId="046E7A70" w14:textId="56BC7F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A2DBAD" w:rsidR="00C61DC5">
              <w:rPr>
                <w:rFonts w:ascii="Corbel" w:hAnsi="Corbel"/>
                <w:sz w:val="24"/>
                <w:szCs w:val="24"/>
              </w:rPr>
              <w:t>G</w:t>
            </w:r>
            <w:r w:rsidRPr="02A2DBAD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2A2DBAD" w:rsidR="00C61DC5">
              <w:rPr>
                <w:rFonts w:ascii="Corbel" w:hAnsi="Corbel"/>
                <w:sz w:val="24"/>
                <w:szCs w:val="24"/>
              </w:rPr>
              <w:t>kontaktowe</w:t>
            </w:r>
            <w:r w:rsidRPr="02A2DBAD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2A2DBAD" w:rsidR="00C61DC5">
              <w:rPr>
                <w:rFonts w:ascii="Corbel" w:hAnsi="Corbel"/>
                <w:sz w:val="24"/>
                <w:szCs w:val="24"/>
              </w:rPr>
              <w:t>ynikające</w:t>
            </w:r>
            <w:r w:rsidRPr="02A2DBAD" w:rsidR="0085747A">
              <w:rPr>
                <w:rFonts w:ascii="Corbel" w:hAnsi="Corbel"/>
                <w:sz w:val="24"/>
                <w:szCs w:val="24"/>
              </w:rPr>
              <w:t xml:space="preserve"> z </w:t>
            </w:r>
            <w:r w:rsidRPr="02A2DBAD" w:rsidR="19679A8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2A2DBAD" w:rsidR="00C61D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F4223D" w:rsidR="0085747A" w:rsidP="00796C90" w:rsidRDefault="00796C90" w14:paraId="1D5BDB4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F4223D" w:rsidR="00C61DC5" w:rsidTr="02A2DBAD" w14:paraId="3F346684" w14:textId="77777777">
        <w:tc>
          <w:tcPr>
            <w:tcW w:w="4962" w:type="dxa"/>
            <w:tcMar/>
          </w:tcPr>
          <w:p w:rsidRPr="00F4223D" w:rsidR="00C61DC5" w:rsidP="009C54AE" w:rsidRDefault="00C61DC5" w14:paraId="2F96D0B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F4223D" w:rsidR="00C61DC5" w:rsidP="009C54AE" w:rsidRDefault="00C61DC5" w14:paraId="47D1E5E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F4223D" w:rsidR="00C61DC5" w:rsidP="00796C90" w:rsidRDefault="00796C90" w14:paraId="5A6DBE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1351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F4223D" w:rsidR="00C61DC5" w:rsidTr="02A2DBAD" w14:paraId="5EE9B661" w14:textId="77777777">
        <w:tc>
          <w:tcPr>
            <w:tcW w:w="4962" w:type="dxa"/>
            <w:tcMar/>
          </w:tcPr>
          <w:p w:rsidRPr="00F4223D" w:rsidR="0071620A" w:rsidP="009C54AE" w:rsidRDefault="00C61DC5" w14:paraId="584DA56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F4223D" w:rsidR="00C61DC5" w:rsidP="009C54AE" w:rsidRDefault="00C61DC5" w14:paraId="35CE426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F4223D" w:rsidR="00C61DC5" w:rsidP="00796C90" w:rsidRDefault="00796C90" w14:paraId="44D5F37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F4223D" w:rsidR="0085747A" w:rsidTr="02A2DBAD" w14:paraId="2E70CD9A" w14:textId="77777777">
        <w:tc>
          <w:tcPr>
            <w:tcW w:w="4962" w:type="dxa"/>
            <w:tcMar/>
          </w:tcPr>
          <w:p w:rsidRPr="00001020" w:rsidR="0085747A" w:rsidP="009C54AE" w:rsidRDefault="0085747A" w14:paraId="4706902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0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001020" w:rsidR="0085747A" w:rsidP="00796C90" w:rsidRDefault="00B1351F" w14:paraId="61D473F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020">
              <w:rPr>
                <w:rFonts w:ascii="Corbel" w:hAnsi="Corbel"/>
                <w:sz w:val="24"/>
                <w:szCs w:val="24"/>
              </w:rPr>
              <w:t>1</w:t>
            </w:r>
            <w:r w:rsidR="00796C90">
              <w:rPr>
                <w:rFonts w:ascii="Corbel" w:hAnsi="Corbel"/>
                <w:sz w:val="24"/>
                <w:szCs w:val="24"/>
              </w:rPr>
              <w:t>0</w:t>
            </w:r>
            <w:r w:rsidRPr="0000102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F4223D" w:rsidR="0085747A" w:rsidTr="02A2DBAD" w14:paraId="0D0EACB8" w14:textId="77777777">
        <w:tc>
          <w:tcPr>
            <w:tcW w:w="4962" w:type="dxa"/>
            <w:tcMar/>
          </w:tcPr>
          <w:p w:rsidRPr="00001020" w:rsidR="0085747A" w:rsidP="009C54AE" w:rsidRDefault="0085747A" w14:paraId="388C59B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010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001020" w:rsidR="0085747A" w:rsidP="009C54AE" w:rsidRDefault="008349A1" w14:paraId="7B5BD53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02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F4223D" w:rsidR="0085747A" w:rsidP="009C54AE" w:rsidRDefault="00923D7D" w14:paraId="0704C25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4223D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F4223D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F4223D" w:rsidR="003E1941" w:rsidP="009C54AE" w:rsidRDefault="003E1941" w14:paraId="5C9F957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4223D" w:rsidR="0085747A" w:rsidP="02A2DBAD" w:rsidRDefault="0071620A" w14:paraId="7135A941" w14:textId="684B3352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02A2DBAD" w:rsidR="0071620A">
        <w:rPr>
          <w:rFonts w:ascii="Corbel" w:hAnsi="Corbel"/>
          <w:caps w:val="0"/>
          <w:smallCaps w:val="0"/>
        </w:rPr>
        <w:t xml:space="preserve">6. </w:t>
      </w:r>
      <w:r w:rsidRPr="02A2DBAD" w:rsidR="0085747A">
        <w:rPr>
          <w:rFonts w:ascii="Corbel" w:hAnsi="Corbel"/>
          <w:caps w:val="0"/>
          <w:smallCaps w:val="0"/>
        </w:rPr>
        <w:t>PRAKTYKI ZAWODOWE W RAMACH PRZEDMIOTU</w:t>
      </w:r>
    </w:p>
    <w:p w:rsidRPr="00F4223D" w:rsidR="0085747A" w:rsidP="009C54AE" w:rsidRDefault="0085747A" w14:paraId="32AB173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F4223D" w:rsidR="0085747A" w:rsidTr="02A2DBAD" w14:paraId="05C6A242" w14:textId="77777777">
        <w:trPr>
          <w:trHeight w:val="397"/>
        </w:trPr>
        <w:tc>
          <w:tcPr>
            <w:tcW w:w="3544" w:type="dxa"/>
            <w:tcMar/>
          </w:tcPr>
          <w:p w:rsidRPr="00F4223D" w:rsidR="0085747A" w:rsidP="009C54AE" w:rsidRDefault="0085747A" w14:paraId="68A5F1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F4223D" w:rsidR="0085747A" w:rsidP="02A2DBAD" w:rsidRDefault="0085747A" w14:paraId="413412EB" w14:textId="7B61E9D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2A2DBAD" w:rsidR="7EEA5F9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F4223D" w:rsidR="0085747A" w:rsidTr="02A2DBAD" w14:paraId="47D7E6B7" w14:textId="77777777">
        <w:trPr>
          <w:trHeight w:val="397"/>
        </w:trPr>
        <w:tc>
          <w:tcPr>
            <w:tcW w:w="3544" w:type="dxa"/>
            <w:tcMar/>
          </w:tcPr>
          <w:p w:rsidRPr="00F4223D" w:rsidR="0085747A" w:rsidP="009C54AE" w:rsidRDefault="0085747A" w14:paraId="304B6C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F4223D" w:rsidR="0085747A" w:rsidP="02A2DBAD" w:rsidRDefault="0085747A" w14:paraId="588029FE" w14:textId="036742F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2A2DBAD" w:rsidR="3B5A0D38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F4223D" w:rsidR="003E1941" w:rsidP="009C54AE" w:rsidRDefault="003E1941" w14:paraId="40BAD47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9C54AE" w:rsidRDefault="00675843" w14:paraId="5A75DF3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7. </w:t>
      </w:r>
      <w:r w:rsidRPr="00F4223D" w:rsidR="0085747A">
        <w:rPr>
          <w:rFonts w:ascii="Corbel" w:hAnsi="Corbel"/>
          <w:smallCaps w:val="0"/>
          <w:szCs w:val="24"/>
        </w:rPr>
        <w:t>LITERATURA</w:t>
      </w:r>
      <w:r w:rsidRPr="00F4223D">
        <w:rPr>
          <w:rFonts w:ascii="Corbel" w:hAnsi="Corbel"/>
          <w:smallCaps w:val="0"/>
          <w:szCs w:val="24"/>
        </w:rPr>
        <w:t xml:space="preserve"> </w:t>
      </w:r>
    </w:p>
    <w:p w:rsidRPr="00F4223D" w:rsidR="008663C0" w:rsidP="009C54AE" w:rsidRDefault="008663C0" w14:paraId="77009F0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F4223D" w:rsidR="008663C0" w:rsidTr="02A2DBAD" w14:paraId="7C74ABB2" w14:textId="77777777">
        <w:trPr>
          <w:trHeight w:val="397"/>
        </w:trPr>
        <w:tc>
          <w:tcPr>
            <w:tcW w:w="7513" w:type="dxa"/>
            <w:tcMar/>
          </w:tcPr>
          <w:p w:rsidRPr="00F4223D" w:rsidR="008663C0" w:rsidP="02A2DBAD" w:rsidRDefault="008663C0" w14:paraId="6DE2119B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2A2DBAD" w:rsidR="57BD982B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podstawowa: </w:t>
            </w:r>
          </w:p>
          <w:p w:rsidR="02A2DBAD" w:rsidP="02A2DBAD" w:rsidRDefault="02A2DBAD" w14:paraId="49C87DC4" w14:textId="66AEF59A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B72DA3" w:rsidR="00CE02FE" w:rsidP="00B72DA3" w:rsidRDefault="00CE02FE" w14:paraId="14CA5289" w14:textId="77777777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CE02FE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Z. Duniewska, M. Stahl (red.), Odpowiedzialność administracji i w administracji, Wolters Kluwer, 2013</w:t>
            </w:r>
          </w:p>
          <w:p w:rsidRPr="00CE02FE" w:rsidR="0072026C" w:rsidP="00CE02FE" w:rsidRDefault="00A4132C" w14:paraId="30CD028D" w14:textId="77777777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A4132C">
              <w:rPr>
                <w:rFonts w:ascii="Corbel" w:hAnsi="Corbel"/>
                <w:color w:val="000000"/>
                <w:sz w:val="24"/>
                <w:szCs w:val="24"/>
              </w:rPr>
              <w:t>A.Cebera, Odpowiedzialność odszkodowawcza za niezgodne z prawem działania organów administracji publicznej, Wolters Kluwer, 2018</w:t>
            </w:r>
          </w:p>
          <w:p w:rsidR="0072026C" w:rsidP="0072026C" w:rsidRDefault="0072026C" w14:paraId="43E79837" w14:textId="77777777">
            <w:pPr>
              <w:pStyle w:val="Punktygwne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02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Bujny (red.), Odpowiedzialność w administracji publicznej. Poradnik urzędnika, C.H. Beck, 2005</w:t>
            </w:r>
          </w:p>
          <w:p w:rsidRPr="00B72DA3" w:rsidR="0072026C" w:rsidP="00CE02FE" w:rsidRDefault="002211E2" w14:paraId="26C74A47" w14:textId="77777777">
            <w:pPr>
              <w:pStyle w:val="Punktygwne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11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2211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Kusiak-Winter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211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Odpowiedzialność administracji publicznej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211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Struktura odpowiedzialności z perspektywy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211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determinantów prawnych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 2019</w:t>
            </w:r>
          </w:p>
          <w:p w:rsidRPr="00CE02FE" w:rsidR="0072026C" w:rsidP="00CE02FE" w:rsidRDefault="0072026C" w14:paraId="46794688" w14:textId="77777777">
            <w:pPr>
              <w:pStyle w:val="Punktygwne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02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B. Cudowski (red.), Odpowiedzialność jako instrument zapewnienia prawidłowego funkcjonowania samorządu terytorialnego (o potrzebie badań), Białystok 2006</w:t>
            </w:r>
          </w:p>
          <w:p w:rsidRPr="00FD1D56" w:rsidR="008663C0" w:rsidP="00FD1D56" w:rsidRDefault="00FD1D56" w14:paraId="3593A6D9" w14:textId="77777777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FD1D56">
              <w:rPr>
                <w:rFonts w:ascii="Corbel" w:hAnsi="Corbel"/>
                <w:color w:val="000000"/>
                <w:sz w:val="24"/>
                <w:szCs w:val="24"/>
              </w:rPr>
              <w:t>J. Borkowska (red.), Odpowiedzialność urzędnika administracji publicznej, Warszawa 2009</w:t>
            </w:r>
          </w:p>
        </w:tc>
      </w:tr>
      <w:tr w:rsidRPr="00F4223D" w:rsidR="008663C0" w:rsidTr="02A2DBAD" w14:paraId="50A9F536" w14:textId="77777777">
        <w:trPr>
          <w:trHeight w:val="397"/>
        </w:trPr>
        <w:tc>
          <w:tcPr>
            <w:tcW w:w="7513" w:type="dxa"/>
            <w:tcMar/>
          </w:tcPr>
          <w:p w:rsidRPr="00F4223D" w:rsidR="008663C0" w:rsidP="02A2DBAD" w:rsidRDefault="008663C0" w14:paraId="22EBB5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2A2DBAD" w:rsidR="57BD982B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uzupełniająca:</w:t>
            </w:r>
            <w:r w:rsidRPr="02A2DBAD" w:rsidR="57BD982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  <w:p w:rsidR="008663C0" w:rsidP="00A4132C" w:rsidRDefault="00A4132C" w14:paraId="47ABBB6B" w14:textId="77777777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3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Stelina, Prawo urzędnicze, Warszawa 2017</w:t>
            </w:r>
          </w:p>
          <w:p w:rsidRPr="00F4223D" w:rsidR="00FD1D56" w:rsidP="00FD1D56" w:rsidRDefault="00FD1D56" w14:paraId="2241C832" w14:textId="77777777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1D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Safjan, K. J. Matuszczyk, Odpowiedzialność odszkodowawcza władzy publicznej, LEXISNEXIS 2009</w:t>
            </w:r>
          </w:p>
        </w:tc>
      </w:tr>
    </w:tbl>
    <w:p w:rsidRPr="00F4223D" w:rsidR="0085747A" w:rsidP="009C54AE" w:rsidRDefault="0085747A" w14:paraId="23310AA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4223D" w:rsidR="0085747A" w:rsidP="009C54AE" w:rsidRDefault="0085747A" w14:paraId="2B72BA6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4223D" w:rsidR="0085747A" w:rsidP="00F83B28" w:rsidRDefault="0085747A" w14:paraId="6B65E66B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4223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F4223D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87E18" w:rsidP="00C16ABF" w:rsidRDefault="00087E18" w14:paraId="0A73B968" w14:textId="77777777">
      <w:pPr>
        <w:spacing w:after="0" w:line="240" w:lineRule="auto"/>
      </w:pPr>
      <w:r>
        <w:separator/>
      </w:r>
    </w:p>
  </w:endnote>
  <w:endnote w:type="continuationSeparator" w:id="0">
    <w:p w:rsidR="00087E18" w:rsidP="00C16ABF" w:rsidRDefault="00087E18" w14:paraId="50D2D09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87E18" w:rsidP="00C16ABF" w:rsidRDefault="00087E18" w14:paraId="43A6EBAD" w14:textId="77777777">
      <w:pPr>
        <w:spacing w:after="0" w:line="240" w:lineRule="auto"/>
      </w:pPr>
      <w:r>
        <w:separator/>
      </w:r>
    </w:p>
  </w:footnote>
  <w:footnote w:type="continuationSeparator" w:id="0">
    <w:p w:rsidR="00087E18" w:rsidP="00C16ABF" w:rsidRDefault="00087E18" w14:paraId="6845A19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52312E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CA544B"/>
    <w:multiLevelType w:val="hybridMultilevel"/>
    <w:tmpl w:val="078C0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EE2AB4"/>
    <w:multiLevelType w:val="hybridMultilevel"/>
    <w:tmpl w:val="6E14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fullPage" w:percent="74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020"/>
    <w:rsid w:val="000048FD"/>
    <w:rsid w:val="000077B4"/>
    <w:rsid w:val="00015B8F"/>
    <w:rsid w:val="00022ECE"/>
    <w:rsid w:val="0003774E"/>
    <w:rsid w:val="00042A51"/>
    <w:rsid w:val="00042D2E"/>
    <w:rsid w:val="00042D42"/>
    <w:rsid w:val="00044C82"/>
    <w:rsid w:val="000577AF"/>
    <w:rsid w:val="000603A8"/>
    <w:rsid w:val="00070ED6"/>
    <w:rsid w:val="000742DC"/>
    <w:rsid w:val="00084C12"/>
    <w:rsid w:val="00087E18"/>
    <w:rsid w:val="0009462C"/>
    <w:rsid w:val="00094B12"/>
    <w:rsid w:val="00096C46"/>
    <w:rsid w:val="000A296F"/>
    <w:rsid w:val="000A2A28"/>
    <w:rsid w:val="000A4CA2"/>
    <w:rsid w:val="000B192D"/>
    <w:rsid w:val="000B28EE"/>
    <w:rsid w:val="000B3E37"/>
    <w:rsid w:val="000C65AA"/>
    <w:rsid w:val="000D04B0"/>
    <w:rsid w:val="000E02C0"/>
    <w:rsid w:val="000F1C57"/>
    <w:rsid w:val="000F5615"/>
    <w:rsid w:val="00121C29"/>
    <w:rsid w:val="00121F96"/>
    <w:rsid w:val="00124BFF"/>
    <w:rsid w:val="0012560E"/>
    <w:rsid w:val="00127108"/>
    <w:rsid w:val="00134B13"/>
    <w:rsid w:val="00146BC0"/>
    <w:rsid w:val="0015251A"/>
    <w:rsid w:val="00153C41"/>
    <w:rsid w:val="00154381"/>
    <w:rsid w:val="001640A7"/>
    <w:rsid w:val="00164FA7"/>
    <w:rsid w:val="00166A03"/>
    <w:rsid w:val="001718A7"/>
    <w:rsid w:val="001737CF"/>
    <w:rsid w:val="00176083"/>
    <w:rsid w:val="00176605"/>
    <w:rsid w:val="00177C0C"/>
    <w:rsid w:val="00183699"/>
    <w:rsid w:val="00184594"/>
    <w:rsid w:val="00192F37"/>
    <w:rsid w:val="001968FB"/>
    <w:rsid w:val="001A70D2"/>
    <w:rsid w:val="001A744C"/>
    <w:rsid w:val="001B25F3"/>
    <w:rsid w:val="001B484F"/>
    <w:rsid w:val="001C3C2E"/>
    <w:rsid w:val="001D2AAB"/>
    <w:rsid w:val="001D657B"/>
    <w:rsid w:val="001D7B54"/>
    <w:rsid w:val="001E0209"/>
    <w:rsid w:val="001F2CA2"/>
    <w:rsid w:val="001F522C"/>
    <w:rsid w:val="002144C0"/>
    <w:rsid w:val="002211E2"/>
    <w:rsid w:val="0022477D"/>
    <w:rsid w:val="002278A9"/>
    <w:rsid w:val="00230172"/>
    <w:rsid w:val="002336F9"/>
    <w:rsid w:val="0024028F"/>
    <w:rsid w:val="00243424"/>
    <w:rsid w:val="00244ABC"/>
    <w:rsid w:val="002466BB"/>
    <w:rsid w:val="00257CF4"/>
    <w:rsid w:val="00273B07"/>
    <w:rsid w:val="00281FF2"/>
    <w:rsid w:val="002857DE"/>
    <w:rsid w:val="002872CD"/>
    <w:rsid w:val="00291567"/>
    <w:rsid w:val="00296055"/>
    <w:rsid w:val="00296739"/>
    <w:rsid w:val="002A22BF"/>
    <w:rsid w:val="002A2389"/>
    <w:rsid w:val="002A671D"/>
    <w:rsid w:val="002B29D2"/>
    <w:rsid w:val="002B4D55"/>
    <w:rsid w:val="002B5EA0"/>
    <w:rsid w:val="002B6119"/>
    <w:rsid w:val="002B71AA"/>
    <w:rsid w:val="002C1F06"/>
    <w:rsid w:val="002D3375"/>
    <w:rsid w:val="002D73D4"/>
    <w:rsid w:val="002E2EB0"/>
    <w:rsid w:val="002E640E"/>
    <w:rsid w:val="002F02A3"/>
    <w:rsid w:val="002F4ABE"/>
    <w:rsid w:val="003018BA"/>
    <w:rsid w:val="0030395F"/>
    <w:rsid w:val="00305C92"/>
    <w:rsid w:val="003151C5"/>
    <w:rsid w:val="003343CF"/>
    <w:rsid w:val="003351FB"/>
    <w:rsid w:val="00346FE9"/>
    <w:rsid w:val="0034759A"/>
    <w:rsid w:val="003503F6"/>
    <w:rsid w:val="003530DD"/>
    <w:rsid w:val="00363F78"/>
    <w:rsid w:val="00376DC4"/>
    <w:rsid w:val="00381154"/>
    <w:rsid w:val="003A0A5B"/>
    <w:rsid w:val="003A1176"/>
    <w:rsid w:val="003A74F2"/>
    <w:rsid w:val="003B1DE8"/>
    <w:rsid w:val="003B30E2"/>
    <w:rsid w:val="003C0BAE"/>
    <w:rsid w:val="003D18A9"/>
    <w:rsid w:val="003D6CE2"/>
    <w:rsid w:val="003E1329"/>
    <w:rsid w:val="003E1941"/>
    <w:rsid w:val="003E2FE6"/>
    <w:rsid w:val="003E49D5"/>
    <w:rsid w:val="003F38C0"/>
    <w:rsid w:val="003F68C4"/>
    <w:rsid w:val="00414E3C"/>
    <w:rsid w:val="0042244A"/>
    <w:rsid w:val="00424890"/>
    <w:rsid w:val="00425DBB"/>
    <w:rsid w:val="0042745A"/>
    <w:rsid w:val="00431D5C"/>
    <w:rsid w:val="004362C6"/>
    <w:rsid w:val="00437FA2"/>
    <w:rsid w:val="00445970"/>
    <w:rsid w:val="0045350E"/>
    <w:rsid w:val="004579A1"/>
    <w:rsid w:val="00461EFC"/>
    <w:rsid w:val="004652C2"/>
    <w:rsid w:val="00467280"/>
    <w:rsid w:val="004706D1"/>
    <w:rsid w:val="00471326"/>
    <w:rsid w:val="0047598D"/>
    <w:rsid w:val="004840FD"/>
    <w:rsid w:val="00490F7D"/>
    <w:rsid w:val="00491678"/>
    <w:rsid w:val="004968E2"/>
    <w:rsid w:val="004A3739"/>
    <w:rsid w:val="004A3EEA"/>
    <w:rsid w:val="004A4D1F"/>
    <w:rsid w:val="004C68C2"/>
    <w:rsid w:val="004D5282"/>
    <w:rsid w:val="004F1551"/>
    <w:rsid w:val="004F55A3"/>
    <w:rsid w:val="0050496F"/>
    <w:rsid w:val="00513B6F"/>
    <w:rsid w:val="00517C63"/>
    <w:rsid w:val="0053279F"/>
    <w:rsid w:val="00535449"/>
    <w:rsid w:val="005363C4"/>
    <w:rsid w:val="00536BDE"/>
    <w:rsid w:val="00543ACC"/>
    <w:rsid w:val="00561846"/>
    <w:rsid w:val="0056696D"/>
    <w:rsid w:val="005670E2"/>
    <w:rsid w:val="0059484D"/>
    <w:rsid w:val="005A0855"/>
    <w:rsid w:val="005A3196"/>
    <w:rsid w:val="005A3285"/>
    <w:rsid w:val="005A3E20"/>
    <w:rsid w:val="005A5CC7"/>
    <w:rsid w:val="005C080F"/>
    <w:rsid w:val="005C1CDF"/>
    <w:rsid w:val="005C55E5"/>
    <w:rsid w:val="005C696A"/>
    <w:rsid w:val="005E6E85"/>
    <w:rsid w:val="005F31D2"/>
    <w:rsid w:val="005F4C38"/>
    <w:rsid w:val="0061029B"/>
    <w:rsid w:val="006132CF"/>
    <w:rsid w:val="00617230"/>
    <w:rsid w:val="00617C22"/>
    <w:rsid w:val="00621CE1"/>
    <w:rsid w:val="0062776A"/>
    <w:rsid w:val="00627FC9"/>
    <w:rsid w:val="00647FA8"/>
    <w:rsid w:val="00650C5F"/>
    <w:rsid w:val="00654934"/>
    <w:rsid w:val="006620D9"/>
    <w:rsid w:val="00671958"/>
    <w:rsid w:val="00675843"/>
    <w:rsid w:val="00676174"/>
    <w:rsid w:val="00696477"/>
    <w:rsid w:val="006C3643"/>
    <w:rsid w:val="006D050F"/>
    <w:rsid w:val="006D2A98"/>
    <w:rsid w:val="006D6139"/>
    <w:rsid w:val="006E5D65"/>
    <w:rsid w:val="006F1282"/>
    <w:rsid w:val="006F1FBC"/>
    <w:rsid w:val="006F31E2"/>
    <w:rsid w:val="0070058E"/>
    <w:rsid w:val="0070402D"/>
    <w:rsid w:val="00704BA8"/>
    <w:rsid w:val="00706544"/>
    <w:rsid w:val="007072BA"/>
    <w:rsid w:val="0071620A"/>
    <w:rsid w:val="0072026C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C90"/>
    <w:rsid w:val="007A29DE"/>
    <w:rsid w:val="007A4022"/>
    <w:rsid w:val="007A6E6E"/>
    <w:rsid w:val="007C3299"/>
    <w:rsid w:val="007C3BCC"/>
    <w:rsid w:val="007C4546"/>
    <w:rsid w:val="007C65F1"/>
    <w:rsid w:val="007D6E56"/>
    <w:rsid w:val="007F0C64"/>
    <w:rsid w:val="007F4155"/>
    <w:rsid w:val="008116D3"/>
    <w:rsid w:val="0081554D"/>
    <w:rsid w:val="0081707E"/>
    <w:rsid w:val="008219A7"/>
    <w:rsid w:val="008349A1"/>
    <w:rsid w:val="008449B3"/>
    <w:rsid w:val="0084533F"/>
    <w:rsid w:val="0085660A"/>
    <w:rsid w:val="0085747A"/>
    <w:rsid w:val="008615F8"/>
    <w:rsid w:val="008663C0"/>
    <w:rsid w:val="0088110A"/>
    <w:rsid w:val="00884922"/>
    <w:rsid w:val="00885038"/>
    <w:rsid w:val="00885F64"/>
    <w:rsid w:val="008917F9"/>
    <w:rsid w:val="008A45F7"/>
    <w:rsid w:val="008B05DF"/>
    <w:rsid w:val="008C0CC0"/>
    <w:rsid w:val="008C19A9"/>
    <w:rsid w:val="008C379D"/>
    <w:rsid w:val="008C5147"/>
    <w:rsid w:val="008C5359"/>
    <w:rsid w:val="008C5363"/>
    <w:rsid w:val="008D3DFB"/>
    <w:rsid w:val="008E5043"/>
    <w:rsid w:val="008E64F4"/>
    <w:rsid w:val="008F12C9"/>
    <w:rsid w:val="008F6E29"/>
    <w:rsid w:val="00916188"/>
    <w:rsid w:val="00923D7D"/>
    <w:rsid w:val="00924DB9"/>
    <w:rsid w:val="009508DF"/>
    <w:rsid w:val="00950DAC"/>
    <w:rsid w:val="00954A07"/>
    <w:rsid w:val="0099249A"/>
    <w:rsid w:val="00993030"/>
    <w:rsid w:val="00997F14"/>
    <w:rsid w:val="009A78D9"/>
    <w:rsid w:val="009C3E31"/>
    <w:rsid w:val="009C4153"/>
    <w:rsid w:val="009C54AE"/>
    <w:rsid w:val="009C788E"/>
    <w:rsid w:val="009D30C1"/>
    <w:rsid w:val="009E3B41"/>
    <w:rsid w:val="009E646F"/>
    <w:rsid w:val="009F3C5C"/>
    <w:rsid w:val="009F4610"/>
    <w:rsid w:val="00A00ECC"/>
    <w:rsid w:val="00A155EE"/>
    <w:rsid w:val="00A2245B"/>
    <w:rsid w:val="00A30110"/>
    <w:rsid w:val="00A36899"/>
    <w:rsid w:val="00A371F6"/>
    <w:rsid w:val="00A4132C"/>
    <w:rsid w:val="00A43BF6"/>
    <w:rsid w:val="00A51E9E"/>
    <w:rsid w:val="00A53FA5"/>
    <w:rsid w:val="00A54817"/>
    <w:rsid w:val="00A601C8"/>
    <w:rsid w:val="00A60799"/>
    <w:rsid w:val="00A60D8A"/>
    <w:rsid w:val="00A84C85"/>
    <w:rsid w:val="00A87FCB"/>
    <w:rsid w:val="00A95165"/>
    <w:rsid w:val="00A97993"/>
    <w:rsid w:val="00A97DE1"/>
    <w:rsid w:val="00AB053C"/>
    <w:rsid w:val="00AD1146"/>
    <w:rsid w:val="00AD27D3"/>
    <w:rsid w:val="00AD4AC5"/>
    <w:rsid w:val="00AD66D6"/>
    <w:rsid w:val="00AE1160"/>
    <w:rsid w:val="00AE203C"/>
    <w:rsid w:val="00AE20B4"/>
    <w:rsid w:val="00AE2E74"/>
    <w:rsid w:val="00AE5FCB"/>
    <w:rsid w:val="00AF2C1E"/>
    <w:rsid w:val="00B06142"/>
    <w:rsid w:val="00B1351F"/>
    <w:rsid w:val="00B135B1"/>
    <w:rsid w:val="00B261DB"/>
    <w:rsid w:val="00B3130B"/>
    <w:rsid w:val="00B355D6"/>
    <w:rsid w:val="00B40ADB"/>
    <w:rsid w:val="00B43B77"/>
    <w:rsid w:val="00B43E80"/>
    <w:rsid w:val="00B607DB"/>
    <w:rsid w:val="00B66529"/>
    <w:rsid w:val="00B72DA3"/>
    <w:rsid w:val="00B75946"/>
    <w:rsid w:val="00B8056E"/>
    <w:rsid w:val="00B819C8"/>
    <w:rsid w:val="00B82308"/>
    <w:rsid w:val="00B86AB8"/>
    <w:rsid w:val="00B90885"/>
    <w:rsid w:val="00B9370C"/>
    <w:rsid w:val="00B93C28"/>
    <w:rsid w:val="00BB520A"/>
    <w:rsid w:val="00BC518A"/>
    <w:rsid w:val="00BC5FC5"/>
    <w:rsid w:val="00BC717F"/>
    <w:rsid w:val="00BD3869"/>
    <w:rsid w:val="00BD4BF2"/>
    <w:rsid w:val="00BD66E9"/>
    <w:rsid w:val="00BD6FF4"/>
    <w:rsid w:val="00BE6755"/>
    <w:rsid w:val="00BE71FE"/>
    <w:rsid w:val="00BF2C41"/>
    <w:rsid w:val="00BF42B8"/>
    <w:rsid w:val="00C058B4"/>
    <w:rsid w:val="00C05F44"/>
    <w:rsid w:val="00C131B5"/>
    <w:rsid w:val="00C16ABF"/>
    <w:rsid w:val="00C170AE"/>
    <w:rsid w:val="00C26CB7"/>
    <w:rsid w:val="00C324C1"/>
    <w:rsid w:val="00C33CEC"/>
    <w:rsid w:val="00C36992"/>
    <w:rsid w:val="00C56036"/>
    <w:rsid w:val="00C61DC5"/>
    <w:rsid w:val="00C674D0"/>
    <w:rsid w:val="00C67E92"/>
    <w:rsid w:val="00C70A26"/>
    <w:rsid w:val="00C737F6"/>
    <w:rsid w:val="00C766DF"/>
    <w:rsid w:val="00C834E1"/>
    <w:rsid w:val="00C86B29"/>
    <w:rsid w:val="00C94B98"/>
    <w:rsid w:val="00CA2B96"/>
    <w:rsid w:val="00CA5089"/>
    <w:rsid w:val="00CC2222"/>
    <w:rsid w:val="00CD6897"/>
    <w:rsid w:val="00CE02FE"/>
    <w:rsid w:val="00CE5BAC"/>
    <w:rsid w:val="00CF25BE"/>
    <w:rsid w:val="00CF78ED"/>
    <w:rsid w:val="00D02B25"/>
    <w:rsid w:val="00D02EBA"/>
    <w:rsid w:val="00D15855"/>
    <w:rsid w:val="00D17291"/>
    <w:rsid w:val="00D17C3C"/>
    <w:rsid w:val="00D220D6"/>
    <w:rsid w:val="00D26B2C"/>
    <w:rsid w:val="00D352C9"/>
    <w:rsid w:val="00D365F0"/>
    <w:rsid w:val="00D425B2"/>
    <w:rsid w:val="00D428D6"/>
    <w:rsid w:val="00D52555"/>
    <w:rsid w:val="00D552B2"/>
    <w:rsid w:val="00D608D1"/>
    <w:rsid w:val="00D6776B"/>
    <w:rsid w:val="00D74119"/>
    <w:rsid w:val="00D8075B"/>
    <w:rsid w:val="00D8678B"/>
    <w:rsid w:val="00DA2114"/>
    <w:rsid w:val="00DB20EF"/>
    <w:rsid w:val="00DB2CE6"/>
    <w:rsid w:val="00DD2831"/>
    <w:rsid w:val="00DD65E5"/>
    <w:rsid w:val="00DE05B1"/>
    <w:rsid w:val="00DE09C0"/>
    <w:rsid w:val="00DE4A14"/>
    <w:rsid w:val="00DF320D"/>
    <w:rsid w:val="00DF71C8"/>
    <w:rsid w:val="00E02EC6"/>
    <w:rsid w:val="00E04DE4"/>
    <w:rsid w:val="00E115F0"/>
    <w:rsid w:val="00E129B8"/>
    <w:rsid w:val="00E1456F"/>
    <w:rsid w:val="00E21E7D"/>
    <w:rsid w:val="00E22FBC"/>
    <w:rsid w:val="00E24BF5"/>
    <w:rsid w:val="00E25338"/>
    <w:rsid w:val="00E32827"/>
    <w:rsid w:val="00E51E44"/>
    <w:rsid w:val="00E62226"/>
    <w:rsid w:val="00E63348"/>
    <w:rsid w:val="00E77E88"/>
    <w:rsid w:val="00E8107D"/>
    <w:rsid w:val="00E960BB"/>
    <w:rsid w:val="00E9646B"/>
    <w:rsid w:val="00EA2074"/>
    <w:rsid w:val="00EA4832"/>
    <w:rsid w:val="00EA4E9D"/>
    <w:rsid w:val="00EB6F9A"/>
    <w:rsid w:val="00EC4899"/>
    <w:rsid w:val="00ED03AB"/>
    <w:rsid w:val="00ED32D2"/>
    <w:rsid w:val="00ED45FE"/>
    <w:rsid w:val="00ED57B8"/>
    <w:rsid w:val="00EE32DE"/>
    <w:rsid w:val="00EE5457"/>
    <w:rsid w:val="00EF6556"/>
    <w:rsid w:val="00F070AB"/>
    <w:rsid w:val="00F13ABF"/>
    <w:rsid w:val="00F17567"/>
    <w:rsid w:val="00F27576"/>
    <w:rsid w:val="00F27A7B"/>
    <w:rsid w:val="00F4223D"/>
    <w:rsid w:val="00F46F13"/>
    <w:rsid w:val="00F526AF"/>
    <w:rsid w:val="00F617C3"/>
    <w:rsid w:val="00F7066B"/>
    <w:rsid w:val="00F83B28"/>
    <w:rsid w:val="00F85375"/>
    <w:rsid w:val="00FA46E5"/>
    <w:rsid w:val="00FB7DBA"/>
    <w:rsid w:val="00FC1C25"/>
    <w:rsid w:val="00FC2E9B"/>
    <w:rsid w:val="00FC3F45"/>
    <w:rsid w:val="00FD1D56"/>
    <w:rsid w:val="00FD503F"/>
    <w:rsid w:val="00FD7589"/>
    <w:rsid w:val="00FE7CCB"/>
    <w:rsid w:val="00FF016A"/>
    <w:rsid w:val="00FF1401"/>
    <w:rsid w:val="00FF5E7D"/>
    <w:rsid w:val="027C9B99"/>
    <w:rsid w:val="02A2DBAD"/>
    <w:rsid w:val="03241340"/>
    <w:rsid w:val="05800CB4"/>
    <w:rsid w:val="0733B3C1"/>
    <w:rsid w:val="07F8F27E"/>
    <w:rsid w:val="177EC16D"/>
    <w:rsid w:val="19679A85"/>
    <w:rsid w:val="1A99068B"/>
    <w:rsid w:val="2131BF49"/>
    <w:rsid w:val="21E64D52"/>
    <w:rsid w:val="276B1214"/>
    <w:rsid w:val="323BA606"/>
    <w:rsid w:val="3891BF2D"/>
    <w:rsid w:val="3B5A0D38"/>
    <w:rsid w:val="3BC95FEF"/>
    <w:rsid w:val="3E2623C3"/>
    <w:rsid w:val="4663A1BE"/>
    <w:rsid w:val="4F3632F7"/>
    <w:rsid w:val="4F7AF1BF"/>
    <w:rsid w:val="537285E0"/>
    <w:rsid w:val="57BD982B"/>
    <w:rsid w:val="5ABA2C9E"/>
    <w:rsid w:val="5F716FB2"/>
    <w:rsid w:val="6177DEDF"/>
    <w:rsid w:val="6A85CCD5"/>
    <w:rsid w:val="7686BD5F"/>
    <w:rsid w:val="78ED53BB"/>
    <w:rsid w:val="7EEA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370A8"/>
  <w15:docId w15:val="{133D832F-9E3E-4BFB-B753-05B143CFCCF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gt-baf-back" w:customStyle="1">
    <w:name w:val="gt-baf-back"/>
    <w:rsid w:val="00704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3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C671C-B404-4933-A3EB-1069042C986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Barczewska-Dziobek Agata</lastModifiedBy>
  <revision>9</revision>
  <lastPrinted>2021-12-17T09:36:00.0000000Z</lastPrinted>
  <dcterms:created xsi:type="dcterms:W3CDTF">2021-12-12T17:22:00.0000000Z</dcterms:created>
  <dcterms:modified xsi:type="dcterms:W3CDTF">2022-01-21T10:55:16.5884271Z</dcterms:modified>
</coreProperties>
</file>